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3D9" w:rsidRPr="007E7027" w:rsidRDefault="007A43D9" w:rsidP="00342592">
      <w:pPr>
        <w:keepNext/>
        <w:spacing w:before="240" w:after="60" w:line="240" w:lineRule="auto"/>
        <w:jc w:val="center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7E7027">
        <w:rPr>
          <w:rFonts w:ascii="Times New Roman" w:hAnsi="Times New Roman"/>
          <w:bCs/>
          <w:sz w:val="28"/>
          <w:szCs w:val="28"/>
          <w:lang w:eastAsia="ru-RU"/>
        </w:rPr>
        <w:t>АДМИНИСТРАЦИЯ НАЗИНСКОГО СЕЛЬСКОГО ПОСЕЛЕНИЯ</w:t>
      </w:r>
    </w:p>
    <w:p w:rsidR="007A43D9" w:rsidRPr="007E7027" w:rsidRDefault="007A43D9" w:rsidP="003425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7027">
        <w:rPr>
          <w:rFonts w:ascii="Times New Roman" w:hAnsi="Times New Roman"/>
          <w:sz w:val="28"/>
          <w:szCs w:val="28"/>
          <w:lang w:eastAsia="ru-RU"/>
        </w:rPr>
        <w:t>АЛЕКСАНДРОВСКОГО РАЙОНА</w:t>
      </w:r>
    </w:p>
    <w:p w:rsidR="007A43D9" w:rsidRPr="007E7027" w:rsidRDefault="007A43D9" w:rsidP="003425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7027">
        <w:rPr>
          <w:rFonts w:ascii="Times New Roman" w:hAnsi="Times New Roman"/>
          <w:sz w:val="28"/>
          <w:szCs w:val="28"/>
          <w:lang w:eastAsia="ru-RU"/>
        </w:rPr>
        <w:t>ТОМСКОЙ  ОБЛАСТИ</w:t>
      </w:r>
    </w:p>
    <w:p w:rsidR="007A43D9" w:rsidRPr="007E7027" w:rsidRDefault="007A43D9" w:rsidP="003425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43D9" w:rsidRPr="007E7027" w:rsidRDefault="007A43D9" w:rsidP="003425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E7027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7A43D9" w:rsidRPr="007E7027" w:rsidRDefault="007A43D9" w:rsidP="00342592">
      <w:pPr>
        <w:spacing w:after="0" w:line="240" w:lineRule="auto"/>
        <w:ind w:firstLine="546"/>
        <w:rPr>
          <w:rFonts w:ascii="Times New Roman" w:hAnsi="Times New Roman"/>
          <w:sz w:val="20"/>
          <w:szCs w:val="20"/>
          <w:lang w:eastAsia="ru-RU"/>
        </w:rPr>
      </w:pPr>
    </w:p>
    <w:p w:rsidR="007A43D9" w:rsidRPr="007E7027" w:rsidRDefault="007A43D9" w:rsidP="00342592">
      <w:pPr>
        <w:spacing w:after="0" w:line="240" w:lineRule="auto"/>
        <w:ind w:firstLine="546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4425"/>
        <w:gridCol w:w="4862"/>
      </w:tblGrid>
      <w:tr w:rsidR="007A43D9" w:rsidRPr="00F3442A" w:rsidTr="00B52988">
        <w:tc>
          <w:tcPr>
            <w:tcW w:w="4643" w:type="dxa"/>
          </w:tcPr>
          <w:p w:rsidR="007A43D9" w:rsidRPr="007E7027" w:rsidRDefault="007A43D9" w:rsidP="00B52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3D9" w:rsidRPr="007E7027" w:rsidRDefault="007A43D9" w:rsidP="00B52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0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7E70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января 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E70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года                                                                                                         </w:t>
            </w:r>
          </w:p>
        </w:tc>
        <w:tc>
          <w:tcPr>
            <w:tcW w:w="5104" w:type="dxa"/>
          </w:tcPr>
          <w:p w:rsidR="007A43D9" w:rsidRPr="007E7027" w:rsidRDefault="007A43D9" w:rsidP="00B52988">
            <w:pPr>
              <w:keepNext/>
              <w:tabs>
                <w:tab w:val="left" w:pos="855"/>
                <w:tab w:val="right" w:pos="4892"/>
              </w:tabs>
              <w:spacing w:before="240" w:after="60" w:line="240" w:lineRule="auto"/>
              <w:ind w:right="-108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7E702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ab/>
              <w:t xml:space="preserve">                                                </w:t>
            </w:r>
            <w:r w:rsidRPr="007E7027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№  1</w:t>
            </w:r>
          </w:p>
        </w:tc>
      </w:tr>
      <w:tr w:rsidR="007A43D9" w:rsidRPr="00F3442A" w:rsidTr="00B52988">
        <w:tc>
          <w:tcPr>
            <w:tcW w:w="9747" w:type="dxa"/>
            <w:gridSpan w:val="2"/>
          </w:tcPr>
          <w:p w:rsidR="007A43D9" w:rsidRPr="007E7027" w:rsidRDefault="007A43D9" w:rsidP="00B52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027">
              <w:rPr>
                <w:rFonts w:ascii="Times New Roman" w:hAnsi="Times New Roman"/>
                <w:sz w:val="24"/>
                <w:szCs w:val="24"/>
                <w:lang w:eastAsia="ru-RU"/>
              </w:rPr>
              <w:t>с. Назино</w:t>
            </w:r>
          </w:p>
          <w:p w:rsidR="007A43D9" w:rsidRPr="007E7027" w:rsidRDefault="007A43D9" w:rsidP="00B52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A43D9" w:rsidRPr="007E7027" w:rsidRDefault="007A43D9" w:rsidP="003425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E7027">
        <w:rPr>
          <w:rFonts w:ascii="Times New Roman" w:hAnsi="Times New Roman"/>
          <w:sz w:val="24"/>
          <w:szCs w:val="24"/>
          <w:lang w:eastAsia="ru-RU"/>
        </w:rPr>
        <w:t>Об утверждении реестра объектов</w:t>
      </w:r>
    </w:p>
    <w:p w:rsidR="007A43D9" w:rsidRPr="007E7027" w:rsidRDefault="007A43D9" w:rsidP="003425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E7027">
        <w:rPr>
          <w:rFonts w:ascii="Times New Roman" w:hAnsi="Times New Roman"/>
          <w:sz w:val="24"/>
          <w:szCs w:val="24"/>
          <w:lang w:eastAsia="ru-RU"/>
        </w:rPr>
        <w:t>Муниципальной собственности МО</w:t>
      </w:r>
    </w:p>
    <w:p w:rsidR="007A43D9" w:rsidRPr="007E7027" w:rsidRDefault="007A43D9" w:rsidP="003425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E7027">
        <w:rPr>
          <w:rFonts w:ascii="Times New Roman" w:hAnsi="Times New Roman"/>
          <w:sz w:val="24"/>
          <w:szCs w:val="24"/>
          <w:lang w:eastAsia="ru-RU"/>
        </w:rPr>
        <w:t>«Назинское сельское поселение» за 202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7E7027">
        <w:rPr>
          <w:rFonts w:ascii="Times New Roman" w:hAnsi="Times New Roman"/>
          <w:sz w:val="24"/>
          <w:szCs w:val="24"/>
          <w:lang w:eastAsia="ru-RU"/>
        </w:rPr>
        <w:t xml:space="preserve"> год</w:t>
      </w:r>
    </w:p>
    <w:p w:rsidR="007A43D9" w:rsidRPr="007E7027" w:rsidRDefault="007A43D9" w:rsidP="0034259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E7027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7A43D9" w:rsidRPr="007E7027" w:rsidRDefault="007A43D9" w:rsidP="0034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7027">
        <w:rPr>
          <w:rFonts w:ascii="Times New Roman" w:hAnsi="Times New Roman"/>
          <w:sz w:val="24"/>
          <w:szCs w:val="24"/>
          <w:lang w:eastAsia="ru-RU"/>
        </w:rPr>
        <w:tab/>
        <w:t xml:space="preserve">В соответствии с Федеральным законом «Об общих принципах организации местного самоуправления в Российской Федерации» от </w:t>
      </w:r>
      <w:r>
        <w:rPr>
          <w:rFonts w:ascii="Times New Roman" w:hAnsi="Times New Roman"/>
          <w:sz w:val="24"/>
          <w:szCs w:val="24"/>
          <w:lang w:eastAsia="ru-RU"/>
        </w:rPr>
        <w:t xml:space="preserve">6 октября </w:t>
      </w:r>
      <w:r w:rsidRPr="007E7027">
        <w:rPr>
          <w:rFonts w:ascii="Times New Roman" w:hAnsi="Times New Roman"/>
          <w:sz w:val="24"/>
          <w:szCs w:val="24"/>
          <w:lang w:eastAsia="ru-RU"/>
        </w:rPr>
        <w:t>2003 №131-ФЗ, Приказом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27">
        <w:rPr>
          <w:rFonts w:ascii="Times New Roman" w:hAnsi="Times New Roman"/>
          <w:sz w:val="24"/>
          <w:szCs w:val="24"/>
          <w:lang w:eastAsia="ru-RU"/>
        </w:rPr>
        <w:t>424 от 30.08.2011 г. Министерства экономического развития РФ «Об утверждении порядка ведения  органами местного самоуправления реестров муниципального имущества»,</w:t>
      </w:r>
    </w:p>
    <w:p w:rsidR="007A43D9" w:rsidRPr="007E7027" w:rsidRDefault="007A43D9" w:rsidP="0034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7027">
        <w:rPr>
          <w:rFonts w:ascii="Times New Roman" w:hAnsi="Times New Roman"/>
          <w:sz w:val="24"/>
          <w:szCs w:val="24"/>
          <w:lang w:eastAsia="ru-RU"/>
        </w:rPr>
        <w:t>ПОСТАНОВЛЯЮ:</w:t>
      </w:r>
    </w:p>
    <w:p w:rsidR="007A43D9" w:rsidRPr="007E7027" w:rsidRDefault="007A43D9" w:rsidP="003425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7027">
        <w:rPr>
          <w:rFonts w:ascii="Times New Roman" w:hAnsi="Times New Roman"/>
          <w:sz w:val="24"/>
          <w:szCs w:val="24"/>
          <w:lang w:eastAsia="ru-RU"/>
        </w:rPr>
        <w:t>1.</w:t>
      </w:r>
      <w:r w:rsidRPr="007E7027">
        <w:rPr>
          <w:rFonts w:ascii="Times New Roman" w:hAnsi="Times New Roman"/>
          <w:sz w:val="24"/>
          <w:szCs w:val="24"/>
          <w:lang w:eastAsia="ru-RU"/>
        </w:rPr>
        <w:tab/>
        <w:t>Утвердить реестр объектов муниципальной собственности МО «Назинское сельское поселение» за 2021 год согласно приложению.</w:t>
      </w:r>
    </w:p>
    <w:p w:rsidR="007A43D9" w:rsidRPr="007E7027" w:rsidRDefault="007A43D9" w:rsidP="00342592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7E7027">
        <w:rPr>
          <w:rFonts w:ascii="Times New Roman" w:hAnsi="Times New Roman"/>
          <w:sz w:val="24"/>
          <w:szCs w:val="24"/>
          <w:lang w:eastAsia="ru-RU"/>
        </w:rPr>
        <w:t>2.</w:t>
      </w:r>
      <w:r w:rsidRPr="007E7027">
        <w:rPr>
          <w:rFonts w:ascii="Times New Roman" w:hAnsi="Times New Roman"/>
          <w:sz w:val="24"/>
          <w:szCs w:val="24"/>
          <w:lang w:eastAsia="ru-RU"/>
        </w:rPr>
        <w:tab/>
        <w:t>Контроль за исполнением настоящего постановления оставляю за собой.</w:t>
      </w:r>
    </w:p>
    <w:p w:rsidR="007A43D9" w:rsidRPr="007E7027" w:rsidRDefault="007A43D9" w:rsidP="00342592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43D9" w:rsidRPr="007E7027" w:rsidRDefault="007A43D9" w:rsidP="0034259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43D9" w:rsidRDefault="007A43D9" w:rsidP="00342592">
      <w:r w:rsidRPr="007E7027">
        <w:rPr>
          <w:rFonts w:ascii="Times New Roman" w:hAnsi="Times New Roman"/>
          <w:sz w:val="24"/>
          <w:szCs w:val="24"/>
          <w:lang w:eastAsia="ru-RU"/>
        </w:rPr>
        <w:t xml:space="preserve">И.о. Главы Назинского сельского поселения                                         </w:t>
      </w:r>
      <w:r w:rsidRPr="007E7027">
        <w:rPr>
          <w:rFonts w:ascii="Times New Roman" w:hAnsi="Times New Roman"/>
          <w:sz w:val="24"/>
          <w:szCs w:val="24"/>
          <w:lang w:eastAsia="ru-RU"/>
        </w:rPr>
        <w:tab/>
        <w:t>Н.А. Глумова</w:t>
      </w: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  <w:sectPr w:rsidR="007A43D9" w:rsidSect="00342592">
          <w:pgSz w:w="11906" w:h="16838"/>
          <w:pgMar w:top="1134" w:right="1134" w:bottom="249" w:left="1701" w:header="720" w:footer="720" w:gutter="0"/>
          <w:cols w:space="720"/>
          <w:docGrid w:linePitch="326"/>
        </w:sectPr>
      </w:pP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</w:p>
    <w:p w:rsidR="007A43D9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</w:p>
    <w:p w:rsidR="007A43D9" w:rsidRPr="00A92D73" w:rsidRDefault="007A43D9" w:rsidP="00A92D73">
      <w:pPr>
        <w:tabs>
          <w:tab w:val="left" w:pos="10915"/>
        </w:tabs>
        <w:spacing w:after="0" w:line="240" w:lineRule="auto"/>
        <w:ind w:right="-868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A92D73">
        <w:rPr>
          <w:rFonts w:ascii="Times New Roman" w:hAnsi="Times New Roman"/>
          <w:bCs/>
          <w:sz w:val="24"/>
          <w:szCs w:val="24"/>
          <w:lang w:eastAsia="ru-RU"/>
        </w:rPr>
        <w:t xml:space="preserve">Приложение </w:t>
      </w:r>
    </w:p>
    <w:p w:rsidR="007A43D9" w:rsidRPr="00A92D73" w:rsidRDefault="007A43D9" w:rsidP="00A92D73">
      <w:pPr>
        <w:spacing w:after="0" w:line="240" w:lineRule="auto"/>
        <w:ind w:left="10206" w:right="-868"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A92D73">
        <w:rPr>
          <w:rFonts w:ascii="Times New Roman" w:hAnsi="Times New Roman"/>
          <w:bCs/>
          <w:sz w:val="24"/>
          <w:szCs w:val="24"/>
          <w:lang w:eastAsia="ru-RU"/>
        </w:rPr>
        <w:t>Утверждено постановлением</w:t>
      </w:r>
    </w:p>
    <w:p w:rsidR="007A43D9" w:rsidRPr="00A92D73" w:rsidRDefault="007A43D9" w:rsidP="00A92D73">
      <w:pPr>
        <w:spacing w:after="0" w:line="240" w:lineRule="auto"/>
        <w:ind w:left="10206" w:right="-868" w:firstLine="709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  <w:r w:rsidRPr="00A92D73">
        <w:rPr>
          <w:rFonts w:ascii="Times New Roman" w:hAnsi="Times New Roman"/>
          <w:bCs/>
          <w:sz w:val="24"/>
          <w:szCs w:val="24"/>
          <w:lang w:eastAsia="ru-RU"/>
        </w:rPr>
        <w:t>Администрации</w:t>
      </w:r>
    </w:p>
    <w:p w:rsidR="007A43D9" w:rsidRPr="00A92D73" w:rsidRDefault="007A43D9" w:rsidP="00A92D73">
      <w:pPr>
        <w:spacing w:after="0" w:line="240" w:lineRule="auto"/>
        <w:ind w:left="10206" w:right="-868"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A92D73">
        <w:rPr>
          <w:rFonts w:ascii="Times New Roman" w:hAnsi="Times New Roman"/>
          <w:bCs/>
          <w:sz w:val="24"/>
          <w:szCs w:val="24"/>
          <w:lang w:eastAsia="ru-RU"/>
        </w:rPr>
        <w:t xml:space="preserve">Назинского сельского поселения </w:t>
      </w:r>
    </w:p>
    <w:p w:rsidR="007A43D9" w:rsidRPr="00A92D73" w:rsidRDefault="007A43D9" w:rsidP="00A92D73">
      <w:pPr>
        <w:spacing w:after="0" w:line="240" w:lineRule="auto"/>
        <w:ind w:left="10206" w:hanging="481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92D73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</w:t>
      </w:r>
      <w:r w:rsidRPr="00A92D73">
        <w:rPr>
          <w:rFonts w:ascii="Times New Roman" w:hAnsi="Times New Roman"/>
          <w:bCs/>
          <w:sz w:val="24"/>
          <w:szCs w:val="24"/>
          <w:lang w:eastAsia="ru-RU"/>
        </w:rPr>
        <w:t xml:space="preserve"> от 1</w:t>
      </w:r>
      <w:r>
        <w:rPr>
          <w:rFonts w:ascii="Times New Roman" w:hAnsi="Times New Roman"/>
          <w:bCs/>
          <w:sz w:val="24"/>
          <w:szCs w:val="24"/>
          <w:lang w:eastAsia="ru-RU"/>
        </w:rPr>
        <w:t>0</w:t>
      </w:r>
      <w:r w:rsidRPr="00A92D73">
        <w:rPr>
          <w:rFonts w:ascii="Times New Roman" w:hAnsi="Times New Roman"/>
          <w:bCs/>
          <w:sz w:val="24"/>
          <w:szCs w:val="24"/>
          <w:lang w:eastAsia="ru-RU"/>
        </w:rPr>
        <w:t xml:space="preserve">.01.2022 г. № 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</w:p>
    <w:p w:rsidR="007A43D9" w:rsidRDefault="007A43D9" w:rsidP="00AD10C2">
      <w:pPr>
        <w:jc w:val="center"/>
        <w:rPr>
          <w:rFonts w:ascii="Times New Roman" w:hAnsi="Times New Roman"/>
        </w:rPr>
      </w:pPr>
    </w:p>
    <w:p w:rsidR="007A43D9" w:rsidRDefault="007A43D9" w:rsidP="00AD10C2">
      <w:pPr>
        <w:jc w:val="center"/>
        <w:rPr>
          <w:rFonts w:ascii="Times New Roman" w:hAnsi="Times New Roman"/>
        </w:rPr>
      </w:pPr>
    </w:p>
    <w:p w:rsidR="007A43D9" w:rsidRPr="00B65810" w:rsidRDefault="007A43D9" w:rsidP="00AD10C2">
      <w:pPr>
        <w:jc w:val="center"/>
        <w:rPr>
          <w:rFonts w:ascii="Times New Roman" w:hAnsi="Times New Roman"/>
        </w:rPr>
      </w:pPr>
      <w:r w:rsidRPr="00B65810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РАЗДЕЛ  I. НЕДВИЖИМОЕ ИМУЩЕСТВО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 xml:space="preserve">Подраздел 1. Муниципальные жилые здания, жилые помещения 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 xml:space="preserve">по состоянию на «01» января  </w:t>
      </w:r>
      <w:smartTag w:uri="urn:schemas-microsoft-com:office:smarttags" w:element="metricconverter">
        <w:smartTagPr>
          <w:attr w:name="ProductID" w:val="2022 г"/>
        </w:smartTagPr>
        <w:r w:rsidRPr="00B65810">
          <w:rPr>
            <w:rFonts w:ascii="Times New Roman" w:hAnsi="Times New Roman"/>
            <w:sz w:val="28"/>
            <w:szCs w:val="28"/>
          </w:rPr>
          <w:t>2022 г</w:t>
        </w:r>
      </w:smartTag>
      <w:r w:rsidRPr="00B65810">
        <w:rPr>
          <w:rFonts w:ascii="Times New Roman" w:hAnsi="Times New Roman"/>
          <w:sz w:val="28"/>
          <w:szCs w:val="28"/>
        </w:rPr>
        <w:t xml:space="preserve">.                  </w:t>
      </w:r>
    </w:p>
    <w:tbl>
      <w:tblPr>
        <w:tblW w:w="1584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5"/>
        <w:gridCol w:w="793"/>
        <w:gridCol w:w="1276"/>
        <w:gridCol w:w="1559"/>
        <w:gridCol w:w="1418"/>
        <w:gridCol w:w="1269"/>
        <w:gridCol w:w="1620"/>
        <w:gridCol w:w="1440"/>
        <w:gridCol w:w="900"/>
        <w:gridCol w:w="900"/>
        <w:gridCol w:w="1440"/>
        <w:gridCol w:w="1263"/>
        <w:gridCol w:w="1257"/>
      </w:tblGrid>
      <w:tr w:rsidR="007A43D9" w:rsidRPr="005840BB" w:rsidTr="00276E83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Реестровый номер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недвижимого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имущества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Адрес (местоположение)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недвижимого имущества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Кадастровый номер муниципального недвижимого имущества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балансовой стоимости недвижимого имущества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остаточной стоимости недвижимого имущества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кадастровой стоимости недвижимого имущества, руб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Основания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правообладателе муниципального недвижимого имущества</w:t>
            </w:r>
            <w:r w:rsidRPr="00B65810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43D9" w:rsidRPr="005840BB" w:rsidTr="00276E83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69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3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57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7A43D9" w:rsidRPr="005840BB" w:rsidTr="00276E83">
        <w:trPr>
          <w:trHeight w:val="187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1-1-НП-001ж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Жилой дом </w:t>
            </w:r>
            <w:smartTag w:uri="urn:schemas-microsoft-com:office:smarttags" w:element="metricconverter">
              <w:smartTagPr>
                <w:attr w:name="ProductID" w:val="1969 г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1969 г</w:t>
              </w:r>
            </w:smartTag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 Назино, ул.Набережная 10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70:01:0000003:568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66,2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66,2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162480,85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194444,54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30.05.2012г.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13.11.2014г.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Распоряжение Администрации Томской области №499-ра от 30.05.2012г.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Распоряжение    О списании с баланса Казны МО « Назинское сельское поселение» № 54    от 13.11.2014г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Свидетельство о государственной регистрации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от 22.10.2014г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Штатолкина Н.Н.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27.03.2013 Штатолкина Н.Н./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13.11.2014г. (расторгнут)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1-1-НП-002ж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Квартира в двухквартирном жилом доме, 1979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Советская 20-2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70:01:0000003:756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1-этажная, общая площадь </w:t>
            </w:r>
            <w:smartTag w:uri="urn:schemas-microsoft-com:office:smarttags" w:element="metricconverter">
              <w:smartTagPr>
                <w:attr w:name="ProductID" w:val="37,3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37,3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26476,80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107960,75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11.09.2015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  <w:r w:rsidRPr="00B65810">
              <w:rPr>
                <w:rFonts w:ascii="Times New Roman" w:hAnsi="Times New Roman"/>
                <w:sz w:val="18"/>
                <w:szCs w:val="18"/>
              </w:rPr>
              <w:t xml:space="preserve"> Распоряжение    О списании с баланса Казны МО                    « Назинское сельское поселение» № 43    от 11.09.2015г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Крутий С.Ю.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09.11.2009 Крутий С.Ю./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31.09.2015г.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(расторгнут)</w:t>
            </w:r>
          </w:p>
        </w:tc>
      </w:tr>
      <w:tr w:rsidR="007A43D9" w:rsidRPr="005840BB" w:rsidTr="00276E83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1-1-НП-003ж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Жилой дом, 1979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 2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70:01:0000003:517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42,2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42,2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44128,00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211304,23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5C77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объект недвижимости от 17.11.2021г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МК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01.07.2010 Устинов П.А.</w:t>
            </w:r>
          </w:p>
          <w:p w:rsidR="007A43D9" w:rsidRPr="00B65810" w:rsidRDefault="007A43D9" w:rsidP="00936D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(расторгнут)</w:t>
            </w:r>
          </w:p>
          <w:p w:rsidR="007A43D9" w:rsidRPr="00B65810" w:rsidRDefault="007A43D9" w:rsidP="00936D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11.09.2020 Аносова Л.И.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1-1-НП-004ж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Квартира в двухквартирном жилом доме, 1973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 Назино, ул.Набережная 28-2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70:01:0000003:738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1-этажная, общая площадь </w:t>
            </w:r>
            <w:smartTag w:uri="urn:schemas-microsoft-com:office:smarttags" w:element="metricconverter">
              <w:smartTagPr>
                <w:attr w:name="ProductID" w:val="38,9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38,9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45225,29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104736,69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18.05.1998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купли-продажи от 18.05.1998</w:t>
            </w:r>
          </w:p>
          <w:p w:rsidR="007A43D9" w:rsidRPr="00B65810" w:rsidRDefault="007A43D9" w:rsidP="00C616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объект недвижимости от 17.11.2021г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МК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09.01.2009 Вафина М.А.</w:t>
            </w:r>
          </w:p>
        </w:tc>
      </w:tr>
      <w:tr w:rsidR="007A43D9" w:rsidRPr="005840BB" w:rsidTr="00276E83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1-1-НП-005ж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Квартира в двухквартирном жилом доме, 1985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Советская 18-1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70:01:0000003:602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1-этажная, общая площадь </w:t>
            </w:r>
            <w:smartTag w:uri="urn:schemas-microsoft-com:office:smarttags" w:element="metricconverter">
              <w:smartTagPr>
                <w:attr w:name="ProductID" w:val="57,1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57,1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114917,98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6600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181692,2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20.08.1998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купли-продажи от 20.08.1998</w:t>
            </w:r>
          </w:p>
          <w:p w:rsidR="007A43D9" w:rsidRPr="00B65810" w:rsidRDefault="007A43D9" w:rsidP="00C616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объект недвижимости от 17.11.2021г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МК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09.01.2007 Кучмаева В.В.</w:t>
            </w:r>
          </w:p>
          <w:p w:rsidR="007A43D9" w:rsidRPr="00B65810" w:rsidRDefault="007A43D9" w:rsidP="00936D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(расторгнут)</w:t>
            </w:r>
          </w:p>
          <w:p w:rsidR="007A43D9" w:rsidRPr="00B65810" w:rsidRDefault="007A43D9" w:rsidP="00936D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29.09.2020 Баранова И.П.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A43D9" w:rsidRPr="005840BB" w:rsidTr="00276E83">
        <w:trPr>
          <w:trHeight w:val="265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1-1-НП-006ж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Жилой дом </w:t>
            </w:r>
            <w:smartTag w:uri="urn:schemas-microsoft-com:office:smarttags" w:element="metricconverter">
              <w:smartTagPr>
                <w:attr w:name="ProductID" w:val="1962 г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1962 г</w:t>
              </w:r>
            </w:smartTag>
          </w:p>
        </w:tc>
        <w:tc>
          <w:tcPr>
            <w:tcW w:w="1559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 Назино, ул.Набережная 37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70:01:0000003:514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49,4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49,4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179309,40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207074,62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10.02.2006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C616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объект недвижимости от 17.11.2021г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МК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09.01.2007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Безделова Р.Г.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(расторгнут)</w:t>
            </w:r>
          </w:p>
          <w:p w:rsidR="007A43D9" w:rsidRPr="00B65810" w:rsidRDefault="007A43D9" w:rsidP="00936D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22.06.2017 Щеголева Е.А.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1-1-НП-007ж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Жилой дом, 1971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 36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70:01:0000003:766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77,9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77,9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215343,00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476765,46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09.04.2013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02.02.2015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№389 от 09.04..2013г.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Свидетельство огоударственной   регистрации от07.10.2014г.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Распоряжение    О списании с баланса Казны МО « Назинское сельское поселение» № 7   от 02.02.2015г.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Зинченко Н.А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26.04.2013 Зинченко Н.А. /02.02.2015г. (расторгнут)</w:t>
            </w:r>
          </w:p>
        </w:tc>
      </w:tr>
      <w:tr w:rsidR="007A43D9" w:rsidRPr="005840BB" w:rsidTr="00276E83">
        <w:trPr>
          <w:trHeight w:val="20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1-1-НП-008ж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Жилой дом, 1962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 Назино, ул.Набережная 40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70:01:0000003:531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44,6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44,6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229579,86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179758,40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10.02.2006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C616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объект недвижимости от 17.11.2021г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МК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01.12.2007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Кузнецов Е.А.</w:t>
            </w:r>
          </w:p>
        </w:tc>
      </w:tr>
      <w:tr w:rsidR="007A43D9" w:rsidRPr="005840BB" w:rsidTr="00276E83">
        <w:trPr>
          <w:trHeight w:val="6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1-1-НП-009ж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Жилой дом, 1965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 Назино, ул.Набережная 22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70:01:0000003:551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58,5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58,5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11259,00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199469,19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22.02.2008г.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Александровского района от 22.02.2008г. №106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Свидетельство о государственной регистрации от 07.10.2014г.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МК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01.07.2019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Бекреева Л.М.</w:t>
            </w:r>
          </w:p>
        </w:tc>
      </w:tr>
      <w:tr w:rsidR="007A43D9" w:rsidRPr="005840BB" w:rsidTr="00276E83">
        <w:trPr>
          <w:trHeight w:val="6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1-1-НП-010ж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Квартира в 3-х квартирном жилом доме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1988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ул.Рыбзаводская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2-1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936D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70:01:0000003:700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45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45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1981,52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149284,69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10.02.2006г.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06.03.2015г.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10.02.2006/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Распоряжение    О списании с баланса Казны МО « Назинское сельское поселение» № 11   от 25.03.2015г.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Свидетельство о государственной регистрации от 06.03.2015г.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Устинова И.А.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01.0,3.2013г.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Валецкая М.А./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11.07.2014г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(расторгнут)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соц. найма от20.01.2015г.Устинова И.А./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10.03.2015г.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(расторгнут)</w:t>
            </w:r>
          </w:p>
        </w:tc>
      </w:tr>
      <w:tr w:rsidR="007A43D9" w:rsidRPr="005840BB" w:rsidTr="00276E83">
        <w:trPr>
          <w:trHeight w:val="6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1-1-НП-011ж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Жилой дом, 1965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 Назино, ул.Набережная 6 кв.1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70:01:0000003:648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936D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74,3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74,3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380913,16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10.02.2006г.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21.11.2013г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10.02.2006/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о списании №52 от 21.11.2013г.</w:t>
            </w: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Янкевич В.Н.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01.11.2012г.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Янкевич В.Н./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30.04.2013г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(расторгнут)</w:t>
            </w:r>
          </w:p>
        </w:tc>
      </w:tr>
      <w:tr w:rsidR="007A43D9" w:rsidRPr="005840BB" w:rsidTr="00276E83">
        <w:trPr>
          <w:trHeight w:val="6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1-1-НП-012ж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Квартира в 3-х квартирном жилом доме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1981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     д. 20, кв.1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70:01:0000003:661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46,50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46,50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18000,00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128044,73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12.12.2006 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29.01.2015г.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купли-продажи квартиры от 12.12.2006г.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о списании №52 от 29.01.2015г.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Мальцева.Е.А..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соц. найма от 02.04.2012г.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Мальцева Е.А../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29.01.2015г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(расторгнут)</w:t>
            </w:r>
          </w:p>
        </w:tc>
      </w:tr>
      <w:tr w:rsidR="007A43D9" w:rsidRPr="005840BB" w:rsidTr="00276E83">
        <w:trPr>
          <w:trHeight w:val="6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1-1-НП-013ж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с.Александровское, мкр. Казахстан, общ. №3, кв. 32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70:01:0000016:1510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55,2 м2"/>
              </w:smartTagPr>
              <w:r w:rsidRPr="00B65810">
                <w:rPr>
                  <w:rFonts w:ascii="Times New Roman" w:hAnsi="Times New Roman"/>
                  <w:bCs/>
                  <w:sz w:val="18"/>
                  <w:szCs w:val="18"/>
                </w:rPr>
                <w:t>55,2 м2</w:t>
              </w:r>
            </w:smartTag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640 901,91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617 829,51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787960,68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03.12.2018г.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29.12.2018г.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купли-продажи квартиры от 26.12.2018г.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Муниципальный контракт  № Ф. 2018.583713 от 03.12.2018г</w:t>
            </w:r>
            <w:r w:rsidRPr="00B65810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№117 от -29.12.2018г.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объект недвижимости от 29.12.2018г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1826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 найма жилого помещения для детей-сирот №1 от 01.03.2019г.</w:t>
            </w:r>
          </w:p>
          <w:p w:rsidR="007A43D9" w:rsidRPr="00B65810" w:rsidRDefault="007A43D9" w:rsidP="001826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Матюшева В.А.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A43D9" w:rsidRPr="005840BB" w:rsidTr="003A0516">
        <w:trPr>
          <w:trHeight w:val="6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14</w:t>
            </w:r>
          </w:p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3A05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1-1-НП-014ж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3A05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с.Александровское, мкр. Казахстан, общ. №3, кв. 31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3A05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70:01:0000016:1509</w:t>
            </w:r>
          </w:p>
        </w:tc>
        <w:tc>
          <w:tcPr>
            <w:tcW w:w="1269" w:type="dxa"/>
            <w:vAlign w:val="center"/>
          </w:tcPr>
          <w:p w:rsidR="007A43D9" w:rsidRPr="00B65810" w:rsidRDefault="007A43D9" w:rsidP="003A05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Общая площадь 37,5 м2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600 000,00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592 000,00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720867,75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07.04.2021г.</w:t>
            </w:r>
          </w:p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5166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06.04.2021г.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Муниципальный контракт  № 1 от 25.03.2021г.</w:t>
            </w:r>
          </w:p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 27 от -07.04.2021г.</w:t>
            </w:r>
          </w:p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объект недвижимости от 06.04.2021г</w:t>
            </w:r>
          </w:p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257" w:type="dxa"/>
            <w:vAlign w:val="center"/>
          </w:tcPr>
          <w:p w:rsidR="007A43D9" w:rsidRPr="00B65810" w:rsidRDefault="007A43D9" w:rsidP="00707D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 найма жилого помещения для детей-сирот №2 от 18.05.2021г.</w:t>
            </w:r>
          </w:p>
          <w:p w:rsidR="007A43D9" w:rsidRPr="00B65810" w:rsidRDefault="007A43D9" w:rsidP="00707D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Дорофеева В.С.</w:t>
            </w:r>
          </w:p>
          <w:p w:rsidR="007A43D9" w:rsidRPr="00B65810" w:rsidRDefault="007A43D9" w:rsidP="00276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A43D9" w:rsidRPr="005840BB" w:rsidTr="00276E83">
        <w:trPr>
          <w:trHeight w:val="6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2 289 603,61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1 209 829,51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4030277,09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A43D9" w:rsidRPr="005840BB" w:rsidTr="00276E83">
        <w:trPr>
          <w:trHeight w:val="6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3A05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87" w:type="dxa"/>
            <w:gridSpan w:val="2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1 865 321,44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1 209 829,51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2592863,76</w:t>
            </w:r>
          </w:p>
        </w:tc>
        <w:tc>
          <w:tcPr>
            <w:tcW w:w="9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7A43D9" w:rsidRPr="00B65810" w:rsidRDefault="007A43D9" w:rsidP="00AD10C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65810">
        <w:rPr>
          <w:rFonts w:ascii="Times New Roman" w:hAnsi="Times New Roman"/>
          <w:sz w:val="20"/>
          <w:szCs w:val="20"/>
          <w:vertAlign w:val="superscript"/>
        </w:rPr>
        <w:endnoteReference w:id="1"/>
      </w:r>
      <w:r w:rsidRPr="00B65810">
        <w:rPr>
          <w:rFonts w:ascii="Times New Roman" w:hAnsi="Times New Roman"/>
          <w:sz w:val="20"/>
          <w:szCs w:val="20"/>
        </w:rPr>
        <w:t xml:space="preserve"> Сведения о правообладателе муниципального недвижимого имущества</w:t>
      </w:r>
    </w:p>
    <w:p w:rsidR="007A43D9" w:rsidRPr="00B65810" w:rsidRDefault="007A43D9" w:rsidP="00AD10C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spacing w:after="0"/>
        <w:rPr>
          <w:rFonts w:ascii="Times New Roman" w:hAnsi="Times New Roman"/>
          <w:sz w:val="20"/>
          <w:szCs w:val="20"/>
        </w:rPr>
      </w:pPr>
      <w:r w:rsidRPr="00B6581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65810">
        <w:rPr>
          <w:rFonts w:ascii="Times New Roman" w:hAnsi="Times New Roman"/>
          <w:sz w:val="20"/>
          <w:szCs w:val="20"/>
        </w:rPr>
        <w:t>МК – муниципальная казна;</w:t>
      </w:r>
    </w:p>
    <w:p w:rsidR="007A43D9" w:rsidRPr="00B65810" w:rsidRDefault="007A43D9" w:rsidP="00AD10C2">
      <w:pPr>
        <w:spacing w:after="0"/>
        <w:rPr>
          <w:rFonts w:ascii="Times New Roman" w:hAnsi="Times New Roman"/>
          <w:sz w:val="20"/>
          <w:szCs w:val="20"/>
        </w:rPr>
      </w:pPr>
      <w:r w:rsidRPr="00B65810">
        <w:rPr>
          <w:rFonts w:ascii="Times New Roman" w:hAnsi="Times New Roman"/>
          <w:sz w:val="20"/>
          <w:szCs w:val="20"/>
        </w:rPr>
        <w:t>ОУ – оперативное управление;</w:t>
      </w:r>
    </w:p>
    <w:p w:rsidR="007A43D9" w:rsidRPr="00B65810" w:rsidRDefault="007A43D9" w:rsidP="00AD10C2">
      <w:pPr>
        <w:spacing w:after="0"/>
        <w:rPr>
          <w:rFonts w:ascii="Times New Roman" w:hAnsi="Times New Roman"/>
          <w:sz w:val="20"/>
          <w:szCs w:val="20"/>
        </w:rPr>
      </w:pPr>
      <w:r w:rsidRPr="00B65810">
        <w:rPr>
          <w:rFonts w:ascii="Times New Roman" w:hAnsi="Times New Roman"/>
          <w:sz w:val="20"/>
          <w:szCs w:val="20"/>
        </w:rPr>
        <w:t>ХВ – хозяйственное ведение.</w:t>
      </w:r>
    </w:p>
    <w:p w:rsidR="007A43D9" w:rsidRPr="00B65810" w:rsidRDefault="007A43D9" w:rsidP="00AD10C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jc w:val="center"/>
        <w:rPr>
          <w:rFonts w:ascii="Times New Roman" w:hAnsi="Times New Roman"/>
        </w:rPr>
      </w:pPr>
      <w:r w:rsidRPr="00B65810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РАЗДЕЛ  I. НЕДВИЖИМОЕ ИМУЩЕСТВО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Подраздел 2. Нежилые здания, нежилые строения, нежилые помещения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 состоянию на «01»  января  2022г.</w:t>
      </w:r>
    </w:p>
    <w:tbl>
      <w:tblPr>
        <w:tblW w:w="1607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0"/>
        <w:gridCol w:w="900"/>
        <w:gridCol w:w="1620"/>
        <w:gridCol w:w="1800"/>
        <w:gridCol w:w="1380"/>
        <w:gridCol w:w="1620"/>
        <w:gridCol w:w="1140"/>
        <w:gridCol w:w="1134"/>
        <w:gridCol w:w="1266"/>
        <w:gridCol w:w="1080"/>
        <w:gridCol w:w="1740"/>
        <w:gridCol w:w="897"/>
        <w:gridCol w:w="1139"/>
      </w:tblGrid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Реестровый номер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недвижимого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имущества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Адрес (местоположение)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недвижимого имущества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Кадастровый номер муниципального недвижимого имущества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балансовой стоимости недвижимого имущества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остаточной стоимости недвижимого имущества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кадастровой стоимости недвижимого имущества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Основания возникновения (прекращения) права муниципальной собственности на недвижимое имущество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9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7A43D9" w:rsidRPr="005840BB" w:rsidTr="00276E83">
        <w:trPr>
          <w:trHeight w:val="149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1-2-НП-001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администрации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пер. Центральный 2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0000003:775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105,2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891799,30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299508,99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27.08.2008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  <w:r w:rsidRPr="00B65810">
              <w:rPr>
                <w:rFonts w:ascii="Times New Roman" w:hAnsi="Times New Roman"/>
                <w:sz w:val="18"/>
                <w:szCs w:val="18"/>
              </w:rPr>
              <w:t xml:space="preserve"> Свидетельство о государственной регистрации от 27.08.2008 № 70АБ 205961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ОУ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rPr>
          <w:trHeight w:val="121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1-2-НП-002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обще-врачебной практики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Советская 28 б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0000003:593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73,9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508081,21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359339,44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04.09.2009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главы Александровского района № 664 от 04.09.2009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23.10.2014 № 70АБ 555925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1-2-НП - 003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котельной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 9а/1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0000003:566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165,2 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6441082,45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695812,40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29.09.2009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  <w:r w:rsidRPr="00B65810">
              <w:rPr>
                <w:rFonts w:ascii="Times New Roman" w:hAnsi="Times New Roman"/>
                <w:sz w:val="18"/>
                <w:szCs w:val="18"/>
              </w:rPr>
              <w:t xml:space="preserve"> Свидетельство о государственной регистрации от 29.09.2009 № 70АБ 338209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trHeight w:val="9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1-2-НП - 004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дизельной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 12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0000003:541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257,9 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1018245,72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630679,73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29.09.2009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  <w:r w:rsidRPr="00B65810">
              <w:rPr>
                <w:rFonts w:ascii="Times New Roman" w:hAnsi="Times New Roman"/>
                <w:sz w:val="18"/>
                <w:szCs w:val="18"/>
              </w:rPr>
              <w:t xml:space="preserve"> Свидетельство о государственной регистрации от 29.09.2009 № 70АБ 338209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 - 005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бани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Советская 28а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0000003:543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142,4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4349576,79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288 852,86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511390,35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27.08.2008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  <w:r w:rsidRPr="00B65810">
              <w:rPr>
                <w:rFonts w:ascii="Times New Roman" w:hAnsi="Times New Roman"/>
                <w:sz w:val="18"/>
                <w:szCs w:val="18"/>
              </w:rPr>
              <w:t xml:space="preserve"> Свидетельство о государственной регистрации от 27.08.2008 № 70АБ 205960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 - 006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конторы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 9а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</w:t>
            </w:r>
          </w:p>
          <w:p w:rsidR="007A43D9" w:rsidRPr="00B65810" w:rsidRDefault="007A43D9" w:rsidP="00E156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565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2-х этажное, деревянное здание, общая площадь – 510,2 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3032880,01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323 276,86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1126603,23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29.09.2009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29.09.2009 № 70АБ 338206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1-2- НП - 007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стационара 2-х этажное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Советская 17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0000003:521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2-х этажное, деревянное здание, общая площадь – 278,5 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325077,58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22 240,82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918438,80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04.09.2009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главы Александровского района № 664 от 04.09.2009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04.10.2014 № 70АВ 555849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rPr>
          <w:trHeight w:val="27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1-2- НП - 008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библиотеки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 9\1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0000003:550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273,5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1571758,59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173140,39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912847,45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25.12.2015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25.12.2015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доп.соглашение  № 3 от 09.01.2014 к договору № 8  о закреплении муниципального имущества на праве оперативного управления от 08.10.2008,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МКУ «Назинский Дом Культуры»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 - 009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пилорамы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 6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0000003:526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434,2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652211,84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807295,03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29.09.2009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10.03.2017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  <w:r w:rsidRPr="00B65810">
              <w:rPr>
                <w:rFonts w:ascii="Times New Roman" w:hAnsi="Times New Roman"/>
                <w:sz w:val="18"/>
                <w:szCs w:val="18"/>
              </w:rPr>
              <w:t xml:space="preserve"> Свидетельство о государственной регистрации от 29.09.2009 № 70АБ 338208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о списании № 9 от 10.03.2017г.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НП- 010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гаража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 10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0000003:524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499,4 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401564,80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2336832,04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25.08.2009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25.08.2009 № 70АБ 338055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НП- 011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РММ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 8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0000003:523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683,1м2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1,97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4522780,40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25.08.2009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25.08.2009 № 70АБ 338058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НП- 012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Склада тесовое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 8а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0000003:525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678,2м2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1,97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984158,50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25.08.2009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25.08.2009 № 70АБ 338057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НП- 013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Летнего склада тесовое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 12а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0000003:534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деревянное здание, общая площадь – 674,3м2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1,97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1253705,76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25.08.2009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10.03.2017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25.08.2009 № 70АБ 338059</w:t>
            </w: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 Распоряжение о списании №10 от 10.03.2017г.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НП- 014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  склада кирпичное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пер. Совхозный 7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0000003:527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кирпичное здание, общая площадь – 128,9м2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1,97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553514,94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25.08.2009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25.08.2009 № 70АБ 338056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 – НП- 015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 1а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0000003:533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брусчатое здание, общая площадь – 142,6м2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57560,72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20.03.2015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25.06.2019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№331 от 20.03.2015г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пожертвования          № 2/15-П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Свидетельство о государственной регистрации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от 05.10.2015г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Назинского сельского поселения №84 от 25.06.2019 г.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1-2—НП-16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Советская 28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0000003:588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1-этажное, брусчатое здание, общая площадь – 142,6м2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157302,26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41 477,19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112463,73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04.08.2017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Назинского сельского поселения №71 от 04.08.2017 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 964 от 26.07.2017г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пожертвования          № 05/17-П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04.09.2017г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1-2—НП-17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Здание</w:t>
            </w:r>
          </w:p>
        </w:tc>
        <w:tc>
          <w:tcPr>
            <w:tcW w:w="180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 13</w:t>
            </w: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1387238,00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934 203,47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30.11.2020</w:t>
            </w: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Назинского сельского поселения №95 от 30.11.2020 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 1102 от 11.11.2020г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пожертвования          № 12/20-П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От 12.11.2020г</w:t>
            </w: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rPr>
          <w:trHeight w:val="317"/>
        </w:trPr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Итого:   17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20084612,62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1934401,35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13473618,99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rPr>
          <w:trHeight w:val="196"/>
        </w:trPr>
        <w:tc>
          <w:tcPr>
            <w:tcW w:w="6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 xml:space="preserve">                                Из них:</w:t>
            </w:r>
          </w:p>
        </w:tc>
        <w:tc>
          <w:tcPr>
            <w:tcW w:w="10016" w:type="dxa"/>
            <w:gridSpan w:val="8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6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Хозяйственное ведение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8368978,12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9529600,51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6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Оперативное управление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891799,30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color w:val="FF6600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299508,99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6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Муниципальная казна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FFFFFF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10823835,2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CC3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1783191,59</w:t>
            </w:r>
          </w:p>
        </w:tc>
        <w:tc>
          <w:tcPr>
            <w:tcW w:w="126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4135258,5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jc w:val="center"/>
        <w:rPr>
          <w:rFonts w:ascii="Times New Roman" w:hAnsi="Times New Roman"/>
        </w:rPr>
      </w:pPr>
      <w:r w:rsidRPr="00B65810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РАЗДЕЛ  I. НЕДВИЖИМОЕ ИМУЩЕСТВО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Подраздел 3. Объекты и сооружения инженерной инфраструктуры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 состоянию на «01» января  2022г.</w:t>
      </w:r>
    </w:p>
    <w:tbl>
      <w:tblPr>
        <w:tblW w:w="1548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0"/>
        <w:gridCol w:w="720"/>
        <w:gridCol w:w="1440"/>
        <w:gridCol w:w="1620"/>
        <w:gridCol w:w="1193"/>
        <w:gridCol w:w="1417"/>
        <w:gridCol w:w="1276"/>
        <w:gridCol w:w="1134"/>
        <w:gridCol w:w="1134"/>
        <w:gridCol w:w="1418"/>
        <w:gridCol w:w="1275"/>
        <w:gridCol w:w="1134"/>
        <w:gridCol w:w="1359"/>
      </w:tblGrid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Реестровый номер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недвижимого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имущества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Адрес (местоположение)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недвижимого имущества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Кадастровый номер муниципального недвижимого имущества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балансовой стоимости недвижимого имущества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остаточной стоимости недвижимого имущества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кадастровой стоимости недвижимого имущества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Основания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 – НП -001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Водонапорная башня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 5 б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0000003:542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Павильон,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 этажное, деревянное, нежилое, площадь-14,3 м2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  <w:lang w:eastAsia="ru-RU"/>
              </w:rPr>
              <w:t>57 413,68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14338,70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01.12.2008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20.03.20015№ 70АВ 675389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Распоряжение о списании № 57 от 01.12.2008 г.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 –НП - 002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Линия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электропередачи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В границах участка с. Назино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color w:val="FF6600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70:01:0000003:613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Воздушная линия низкого напряжения – 7560 м, Воздушная линия высокого напряжения -1170 м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2167455,07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1 907 512,00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C616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объект недвижимости от 17.11.2021г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 НП - 003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Скважина водозаборная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пер. Центральный 4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Скважина водозаборная № 1, глубина 26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97436,60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9 743,81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24.12.2012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от 10.12.2012 № 1619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 НП - 004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Скважина водозаборная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 12а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Скважина водозаборная № 2, глубина 26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97436,60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9 743,81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24.12.2012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от 10.12.2012 № 1619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 НП - 005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Скважина водозаборная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 2а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Скважина водозаборная № 3, глубина 22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97436,60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9 743,81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24.12.2012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от 10.12.2012 № 1619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rPr>
          <w:trHeight w:val="229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 НП - 006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Скважина водозаборная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Новая 12а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Скважина водозаборная № 4, глубина 30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97436,60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9 743,81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24.12.2012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от 10.12.2012 № 1619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rPr>
          <w:trHeight w:val="310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 НП - 007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Теплосети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70:01:0000003:0611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Теплопроводные сети, наземная прокладка водопровода и отпления, 671 м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197000,00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76135,00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04.04.2017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 НП - 008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Биотермическая Яма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0000003:774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Биотермическая яма 100 м2, обезвреживание трупов животных, металлическая ёмкость, 25 м3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100000,00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71 999,59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204175,00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24.09.1999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29.09.2009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Главы администрации № 8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29.09.2009 № 70АБ 338210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rPr>
          <w:trHeight w:val="615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 НП - 009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Водопроводные сети поселковые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49250,00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29.05.2005г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30.12.2008г..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 о списании от 30.12.2008г.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 НП - 010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Водопроводные сети наружные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49250,00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29.05.2005г.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30.12.2008г.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 о списании от 30.12.2008г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1-3-НП-011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ул. Набережная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Набережная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0000003:793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2250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13,5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6687772,00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03.02.2016г.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1-3-НП-012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ул. Советская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Советская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0000003:789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2590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15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7698368,00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1-3-НП-013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ул. Молодёжная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0000003:790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2660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15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7906432,00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1-3-НП-014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ул. Мира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Мира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0000003:792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2500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18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7430857,00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-03.02.2016г.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1-3-НП-015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пер. Совхозный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пер. Совхозный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0000003:791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650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10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1932023,00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1-3-НП-016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пер. Центральный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пер. Центральный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0000003:788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450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15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1337554,00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20.07.2016г.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1-3-НП-017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ул. Новая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Новая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0000003:787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1200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12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6A30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3566812,00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1-3-НП-018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ул. Рыбзаводская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Рыбзаводская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0000003:783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500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20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1486171,00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1-3-НП-019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по пер. от ул. Новой до ул. Рыбзаводской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пер. от ул. Новой до ул. Рыбзаводской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0000003:786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200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8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594469,00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1-3-НП-020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от ул. Молодёжной на санкционированную свалку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Автодорога от ул. Молодёжной на санкционированную свалку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0000003:785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1100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8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3269577,00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1-3-НП-021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Автодорога от Свалки до биотермической ямы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Автодорога от Свалки до биотермической ямы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 01: 0000003:784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Грунтовое полотно,   длиной 500 м.,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шириной 8 м.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1486171,00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03.02.2016г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№11 от 03.02.2016г.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02.03.2017г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 – НП -022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Водяная скважина №1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 5б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Водяная скважина №1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57413,68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29.05.2005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1-3-НП-023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Станция подготовки воды «ГЕЙЗЕР-ТМ-1,5»</w:t>
            </w:r>
          </w:p>
        </w:tc>
        <w:tc>
          <w:tcPr>
            <w:tcW w:w="162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с. Назино, ул. Молодёжная 5 б</w:t>
            </w:r>
          </w:p>
        </w:tc>
        <w:tc>
          <w:tcPr>
            <w:tcW w:w="119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сооружение- станция подготовки воды для хозяйственно-питьевых нужд «Коиплекс водоочистной «ГЕЙЗЕР-ТМ-1,5», заводской № 12014, полезная производительность 36 м3/сутки, комплектность: бак-реактор (1355х720х1555) с 2-мя эжекторами, озонатор </w:t>
            </w:r>
            <w:r w:rsidRPr="00B65810">
              <w:rPr>
                <w:rFonts w:ascii="Times New Roman" w:hAnsi="Times New Roman"/>
                <w:sz w:val="18"/>
                <w:szCs w:val="18"/>
                <w:lang w:val="en-US" w:eastAsia="ru-RU"/>
              </w:rPr>
              <w:t>OZA</w:t>
            </w: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1шт., насос перекачивающий СМ-А 5-4 – 2 шт., насос циркуляционный </w:t>
            </w:r>
            <w:r w:rsidRPr="00B65810">
              <w:rPr>
                <w:rFonts w:ascii="Times New Roman" w:hAnsi="Times New Roman"/>
                <w:sz w:val="18"/>
                <w:szCs w:val="18"/>
                <w:lang w:val="en-US" w:eastAsia="ru-RU"/>
              </w:rPr>
              <w:t>UPS</w:t>
            </w: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25-40 – 1 шт., насосная станция 1-го подъёма СМ-А 3-4, насосная станция 2-го подъёма </w:t>
            </w:r>
            <w:r w:rsidRPr="00B65810">
              <w:rPr>
                <w:rFonts w:ascii="Times New Roman" w:hAnsi="Times New Roman"/>
                <w:sz w:val="18"/>
                <w:szCs w:val="18"/>
                <w:lang w:val="en-US" w:eastAsia="ru-RU"/>
              </w:rPr>
              <w:t>ENSLAUTOWZ</w:t>
            </w: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250, установка фильтрации 1252/ </w:t>
            </w:r>
            <w:r w:rsidRPr="00B65810">
              <w:rPr>
                <w:rFonts w:ascii="Times New Roman" w:hAnsi="Times New Roman"/>
                <w:sz w:val="18"/>
                <w:szCs w:val="18"/>
                <w:lang w:val="en-US" w:eastAsia="ru-RU"/>
              </w:rPr>
              <w:t>F</w:t>
            </w: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>63</w:t>
            </w:r>
            <w:r w:rsidRPr="00B65810">
              <w:rPr>
                <w:rFonts w:ascii="Times New Roman" w:hAnsi="Times New Roman"/>
                <w:sz w:val="18"/>
                <w:szCs w:val="18"/>
                <w:lang w:val="en-US" w:eastAsia="ru-RU"/>
              </w:rPr>
              <w:t>C</w:t>
            </w: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>-2 шт., установка фильтрации 1252/</w:t>
            </w:r>
            <w:r w:rsidRPr="00B65810">
              <w:rPr>
                <w:rFonts w:ascii="Times New Roman" w:hAnsi="Times New Roman"/>
                <w:sz w:val="18"/>
                <w:szCs w:val="18"/>
                <w:lang w:val="en-US" w:eastAsia="ru-RU"/>
              </w:rPr>
              <w:t>F</w:t>
            </w: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>63</w:t>
            </w:r>
            <w:r w:rsidRPr="00B65810">
              <w:rPr>
                <w:rFonts w:ascii="Times New Roman" w:hAnsi="Times New Roman"/>
                <w:sz w:val="18"/>
                <w:szCs w:val="18"/>
                <w:lang w:val="en-US" w:eastAsia="ru-RU"/>
              </w:rPr>
              <w:t>C</w:t>
            </w: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1шт., бактерицидная установка </w:t>
            </w:r>
            <w:r w:rsidRPr="00B65810">
              <w:rPr>
                <w:rFonts w:ascii="Times New Roman" w:hAnsi="Times New Roman"/>
                <w:sz w:val="18"/>
                <w:szCs w:val="18"/>
                <w:lang w:val="en-US" w:eastAsia="ru-RU"/>
              </w:rPr>
              <w:t>UV</w:t>
            </w:r>
            <w:r w:rsidRPr="00B65810">
              <w:rPr>
                <w:rFonts w:ascii="Times New Roman" w:hAnsi="Times New Roman"/>
                <w:sz w:val="18"/>
                <w:szCs w:val="18"/>
                <w:lang w:eastAsia="ru-RU"/>
              </w:rPr>
              <w:t>-6- 1шт., пульт управления</w:t>
            </w: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1220189,87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09.11.2017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02.04.2018</w:t>
            </w: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Назинского сельского поселения № 92 от 21.11.2017г. « О включении в реестр муниципального имущества МО «Назинское сельское поселение»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Александровского района № 1447  от 09.11.2017 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Договор пожертвования № 10/17-П от 10.11.2017г.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Распоряжение  №15 от  02.04.2018 «О передаче муниципального имущества в хоз. ведение МУП «ЖКХ» с. Назино»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ХВ</w:t>
            </w: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на право хозяйственного ведения №1 от 03.04.2020г с МУП «ЖКХ» с. Назино</w:t>
            </w:r>
          </w:p>
        </w:tc>
      </w:tr>
      <w:tr w:rsidR="007A43D9" w:rsidRPr="005840BB" w:rsidTr="00276E83">
        <w:tc>
          <w:tcPr>
            <w:tcW w:w="5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ИТОГО:    23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4189229,70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110 985,83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45598366,7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5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489757,40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110 985,83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45507031,12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5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Хозяйственное ведение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3699472,3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91 335,58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A43D9" w:rsidRPr="00B65810" w:rsidRDefault="007A43D9" w:rsidP="00AD10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jc w:val="center"/>
        <w:rPr>
          <w:rFonts w:ascii="Times New Roman" w:hAnsi="Times New Roman"/>
        </w:rPr>
      </w:pPr>
      <w:r w:rsidRPr="00B65810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РАЗДЕЛ  I. НЕДВИЖИМОЕ ИМУЩЕСТВО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Подраздел 4. Земельные участки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 состоянию на «01» января 2022г.</w:t>
      </w:r>
    </w:p>
    <w:p w:rsidR="007A43D9" w:rsidRPr="00B65810" w:rsidRDefault="007A43D9" w:rsidP="00AD10C2">
      <w:pPr>
        <w:rPr>
          <w:rFonts w:ascii="Times New Roman" w:hAnsi="Times New Roman"/>
          <w:sz w:val="28"/>
          <w:szCs w:val="28"/>
        </w:rPr>
      </w:pPr>
    </w:p>
    <w:tbl>
      <w:tblPr>
        <w:tblW w:w="1538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8"/>
        <w:gridCol w:w="639"/>
        <w:gridCol w:w="922"/>
        <w:gridCol w:w="1369"/>
        <w:gridCol w:w="1402"/>
        <w:gridCol w:w="1080"/>
        <w:gridCol w:w="1260"/>
        <w:gridCol w:w="1080"/>
        <w:gridCol w:w="2160"/>
        <w:gridCol w:w="1260"/>
        <w:gridCol w:w="1440"/>
        <w:gridCol w:w="540"/>
        <w:gridCol w:w="1706"/>
      </w:tblGrid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Реестровый номер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недвижимого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имущества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Адрес (местоположение)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недвижимого имущества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Кадастровый номер муниципального недвижимого имущества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Сведения о балансовой стоимости недвижимого имущества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Сведения о остаточной стоимости недвижимого имущества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Сведения о кадастровой стоимости недвижимого имущества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Основания возникновения (прекращения) права муниципальной собственности на недвижимое имущество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1-4-НП-ЗУ-001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 36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70:01:0000003:71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3201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106849,38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106849,38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106849,38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09.04.2013г.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28.06.2018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Администрации Александровского района от 09.04.2013 № 389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07.10.2014 № 70АВ 555847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Распоряжение о списании №29 от28.06.2018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1-4-НП-ЗУ-002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5 б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70:01:0000003:0417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192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2977,92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2977,92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2977,92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20.03.2015 № 70АВ 675390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БП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103 от 25.12.2020г. «О передаче муниципального имущества в постоянное бессрочное пользование в МУП «ЖКХ» с. Назино»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1-4-НП-ЗУ-003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пер.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Совхозный 7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70:01:0000003:414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844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13090,44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13090,44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13090,44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22.05.2014 № 70АВ 556096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1-4-НП-ЗУ-004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пер.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Центральный 2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70:01:0000003:413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1554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216860,70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216860,70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216860,70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 Постановление Администрации Назинского сельского поселения №26 от 15.06.2015г. «О передаче Администрации Назинского сельского поселения земельного участка в постоянное (бессрочное) пользование»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14.07.2015 № 70АВ 719030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ОУ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1-4-НП-ЗУ-005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Мира 6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70:01:0000014:454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300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2451,00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2451,00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2451,00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20.05.2014 № 70АВ 556044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1-4-НП-ЗУ-006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Мира 8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70:01:0000003:416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10077м2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156294,27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156294,27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156294,27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22.05.2014 № 70АВ 556097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1-4-НП-ЗУ-007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Мира 10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70:01:0000003:407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2592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490302,72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490302,72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490302,72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22.05.2014 № 70АВ 556084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1-4-НП-ЗУ-008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 9а/1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70:01:0000003:422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5047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5047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5047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5047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5047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5047C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1225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18999,75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18999,75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18999,75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22.05.2014 № 70АВ 556098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1-4-НП-ЗУ-009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Мира 8а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70:01:0000003:418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3909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60628,59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60628,59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60628,59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22.05.2014 № 70АВ 556095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1-4-НП-ЗУ-010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Советская 28а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70:01:0000003:415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465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62003,10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62003,10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62003,10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20.05.2014 № 70АВ 556086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1-4-НП-ЗУ-011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 9а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70:01:0000003:412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739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103127,45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103127,45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103127,45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20.05.2014 № 70АВ 556041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1-4-НП-ЗУ-012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 9а/1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70:01:0000003:411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468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2962,44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2962,44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2962,44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20.05.2014 № 70АВ 556085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1-4-НП-ЗУ-013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Мира 12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70:01:0000003:406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8328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52716,24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52716,24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52716,24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20.05.2014 № 70АВ 556082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1-4-НП-ЗУ-014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Мира 12а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70:01:0000003:405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2340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36293,40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36293,40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36293,40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20.05.2014 № 70АВ 556043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1-4-НП-ЗУ-015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Мира 6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70:01:0000003:404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15660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242886,60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242886,60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242886,60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28.04.2014г.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Постановление № 516 от 28.04.2014г. «О предоставлении земельных участков в муниципальную собственность»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20.05.2014 № 70АВ 556042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1-4-НП-ЗУ-016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земельный участок расположен в юго-западной части (теплотрасса) кадастрового квартала 70:01:0000003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70:01:0000003:769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149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943,17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943,17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943,17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12.02.2015г.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№176 от 12.02.2015г.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от 25.12.2015 № 70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1-4-НП-ЗУ-017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Молодёжная 1а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70:01:0000003:9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973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15091,23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15091,23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15091,23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20.03.2015г.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№331 от 20.03.2015г.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пожертвования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№ 2/15-П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Свидетельство о государственной регистрации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от 05.10.2015г.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1-4-НП-ЗУ-018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 Советская 17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70:01:0000003:176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820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114431,00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114431,00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114431,00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13.08.2015г.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№810 от 13.08.2015г.</w:t>
            </w: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 Свидетельство о государственной регистрации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от 05.10.2015г.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1-4-НП-ЗУ-019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Советская 28б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70:01:0000003:177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1070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149318,50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149318,50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149318,50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13.08.2015г.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№811 от 13.08.2015г.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Свидетельство о государственной регистрации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от 08.10.2015г.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1-4-НП-ЗУ-020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земельный участок расположен в центральной части (уличная сеть) кадастрового квартала 70:01:0000003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70:01:0000003:779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84027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23.12.2015г.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Назинского сельского поселения №52 от 23.12.2015г.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1-4-НП-ЗУ-021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 Молодёжная 9/1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70:01:0000003:421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1979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276169,45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276169,45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276169,45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12.05.2016г.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Назинского сельского поселения №37 от 12.05.2016г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.</w:t>
            </w: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 xml:space="preserve"> Свидетельство о государственной регистрации права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от 21.06.2016г.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1-4-НП-ЗУ-022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с.Назино, ул.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Советская 28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70:01:0000003:8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996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15447,96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15447,96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15447,96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04.08.2017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Назинского сельского поселения №71 от 04.08.2017 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Александровского района № 964 от 26.07.2017г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Договор пожертвования          № 05/17-П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гос. реестра прав на недвижимое имущество от 03.07.2017г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1-4-НП-ЗУ-023</w:t>
            </w: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Месторасположение установлено относительно ориентира, расположенного в границах участка. Почтовый адрес ориентира: Томская область, район Александровский, с. Назино, ул. Советская, 32</w:t>
            </w: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70:01:0000003:463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150 м2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949,50</w:t>
            </w: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949,50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949,50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02.04.2019</w:t>
            </w: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Постановление Администрации Назинского сельского поселения №46 от 02.04.2019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Распоряжение Федерального агенства по управлению гос. имущества №3-2/26 от 22.01.2019г.</w:t>
            </w: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МК</w:t>
            </w: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2139244,45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Бессрочное пользование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1426,56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Оперативное управление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216860,70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43D9" w:rsidRPr="005840BB" w:rsidTr="00276E8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Муниципальная казна</w:t>
            </w:r>
          </w:p>
        </w:tc>
        <w:tc>
          <w:tcPr>
            <w:tcW w:w="21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5810">
              <w:rPr>
                <w:rFonts w:ascii="Times New Roman" w:hAnsi="Times New Roman"/>
                <w:sz w:val="18"/>
                <w:szCs w:val="18"/>
              </w:rPr>
              <w:t>1814107,81</w:t>
            </w:r>
          </w:p>
        </w:tc>
        <w:tc>
          <w:tcPr>
            <w:tcW w:w="126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6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autoSpaceDE w:val="0"/>
        <w:autoSpaceDN w:val="0"/>
        <w:adjustRightInd w:val="0"/>
        <w:spacing w:after="0" w:line="240" w:lineRule="auto"/>
        <w:ind w:right="61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7A43D9" w:rsidRPr="00B65810" w:rsidRDefault="007A43D9" w:rsidP="00AD10C2">
      <w:pPr>
        <w:spacing w:after="0"/>
        <w:rPr>
          <w:rFonts w:ascii="Times New Roman" w:hAnsi="Times New Roman"/>
          <w:sz w:val="24"/>
          <w:szCs w:val="24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jc w:val="center"/>
        <w:rPr>
          <w:rFonts w:ascii="Times New Roman" w:hAnsi="Times New Roman"/>
        </w:rPr>
      </w:pPr>
      <w:r w:rsidRPr="00B65810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РАЗДЕЛ  I</w:t>
      </w:r>
      <w:r w:rsidRPr="00B65810">
        <w:rPr>
          <w:rFonts w:ascii="Times New Roman" w:hAnsi="Times New Roman"/>
          <w:sz w:val="28"/>
          <w:szCs w:val="28"/>
          <w:lang w:val="en-US"/>
        </w:rPr>
        <w:t>I</w:t>
      </w:r>
      <w:r w:rsidRPr="00B65810">
        <w:rPr>
          <w:rFonts w:ascii="Times New Roman" w:hAnsi="Times New Roman"/>
          <w:sz w:val="28"/>
          <w:szCs w:val="28"/>
        </w:rPr>
        <w:t>. ДВИЖИМОЕ ИМУЩЕСТВО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Подраздел 1. Транспортные средства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 состоянию на «01» января 2022г.</w:t>
      </w:r>
    </w:p>
    <w:p w:rsidR="007A43D9" w:rsidRPr="00B65810" w:rsidRDefault="007A43D9" w:rsidP="00AD10C2">
      <w:pPr>
        <w:rPr>
          <w:rFonts w:ascii="Times New Roman" w:hAnsi="Times New Roman"/>
          <w:sz w:val="28"/>
          <w:szCs w:val="28"/>
        </w:rPr>
      </w:pPr>
    </w:p>
    <w:tbl>
      <w:tblPr>
        <w:tblW w:w="1480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5"/>
        <w:gridCol w:w="1162"/>
        <w:gridCol w:w="1342"/>
        <w:gridCol w:w="785"/>
        <w:gridCol w:w="852"/>
        <w:gridCol w:w="659"/>
        <w:gridCol w:w="851"/>
        <w:gridCol w:w="1417"/>
        <w:gridCol w:w="1701"/>
        <w:gridCol w:w="1701"/>
        <w:gridCol w:w="1843"/>
        <w:gridCol w:w="1843"/>
      </w:tblGrid>
      <w:tr w:rsidR="007A43D9" w:rsidRPr="005840BB" w:rsidTr="00276E83">
        <w:trPr>
          <w:trHeight w:val="114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Реестровый номер</w:t>
            </w:r>
          </w:p>
        </w:tc>
        <w:tc>
          <w:tcPr>
            <w:tcW w:w="1342" w:type="dxa"/>
            <w:vMerge w:val="restart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движимого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имущества</w:t>
            </w:r>
          </w:p>
        </w:tc>
        <w:tc>
          <w:tcPr>
            <w:tcW w:w="3147" w:type="dxa"/>
            <w:gridSpan w:val="4"/>
            <w:tcBorders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Характеристика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движимого имущества</w:t>
            </w:r>
          </w:p>
        </w:tc>
        <w:tc>
          <w:tcPr>
            <w:tcW w:w="1417" w:type="dxa"/>
            <w:vMerge w:val="restart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балансовой стоимости движимого имущества</w:t>
            </w:r>
          </w:p>
        </w:tc>
        <w:tc>
          <w:tcPr>
            <w:tcW w:w="1701" w:type="dxa"/>
            <w:vMerge w:val="restart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 xml:space="preserve"> Сведения о остаточной стоимости движимого имущества  </w:t>
            </w:r>
          </w:p>
        </w:tc>
        <w:tc>
          <w:tcPr>
            <w:tcW w:w="1701" w:type="dxa"/>
            <w:vMerge w:val="restart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Даты возникновения и прекращения, основания возникновения (прекращения) права муниципальной собственности на движимое имущество</w:t>
            </w:r>
          </w:p>
        </w:tc>
        <w:tc>
          <w:tcPr>
            <w:tcW w:w="1843" w:type="dxa"/>
            <w:vMerge w:val="restart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843" w:type="dxa"/>
            <w:vMerge w:val="restart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dxa"/>
            <w:vMerge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Номер государственной регистрации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Номер двигателя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Номер шасси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Год выпуска</w:t>
            </w:r>
          </w:p>
        </w:tc>
        <w:tc>
          <w:tcPr>
            <w:tcW w:w="1417" w:type="dxa"/>
            <w:vMerge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2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right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- 001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Автомобиль УАЗ –396254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Е617ЕК70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42130Н</w:t>
            </w:r>
          </w:p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№ 60903704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37410070401014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297 440,00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Решение думы Александровского района №180 от 20.12.2006г.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cantSplit/>
          <w:trHeight w:val="120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 НП – ТР - 002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Автомобиль УАЗ - 22069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М286УО70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УМЗ 421800 № 30905949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37410030493288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2003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242 385,00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cantSplit/>
          <w:trHeight w:val="173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 НП – ТР - 003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Автомобиль УАЗ - 220695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М944СУ70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409100*В3025782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220695В0450200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499 500,00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Договор купли продажи № 11-421 от 24.10.2011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 НП – ТР - 004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Погрузчик –навеска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1993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114993,18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- 005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Прицеп тракторный 2ПТС-4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ТВ3390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1991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167 946,56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- 006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ДТ -75 МЛ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ТВ3378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962УУ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658 146,39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« 51 от 28.12.2020 «О списании имущества МО «Назинское сельское поселение»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- 007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ДТ- 75 МЛ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ТВ3387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589993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37 281,00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- 008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МТЗ -80Л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ТВ3385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916939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145 309,47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- 009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МТЗ -82Л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ТВ3386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303827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273 388,41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« 51 от 28.12.2020 «О списании имущества МО «Назинское сельское поселение»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- 010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Т-130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бульдозер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- 011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Т-150К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 3388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742209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1986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328 840,35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« 51 от 28.12.2020 «О списании имущества МО «Назинское сельское поселение»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- 012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Т-25 А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ВТ 3389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1375700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28 601,10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« 51 от 28.12.2020 «О списании имущества МО «Назинское сельское поселение»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- 013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Т-25 А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 3724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564434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24 750,00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- 014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Бульдозер ДЗ - 42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ТВ3379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039665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1992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265 466,52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Распоряжение « 51 от 28.12.2020 «О списании имущества МО «Назинское сельское поселение»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- 015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Бульдозер Б - 170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ТУ 4361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Д – 160 Б/Н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1998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1 500 000,00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№ 61 от 22.12.2010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 – ТР – 016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Форест 3.0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</w:t>
            </w: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 xml:space="preserve"> 0536285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2 123 433,62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Счёт фактура № 3 от 13.12.2013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2-1-НП-ТР-017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Трактор ВТГ-90А-РС4 с бульдозерным оборудованием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А-41СИ-02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2 050 000,00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Счёт фактура № 55 от 06.06.2014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2-1-НП-ТР-018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Транспортёр ГТТ (гусеничный вездеход)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ТВ3352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17461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1985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9 764,00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Александровского сельского поселения №377 от 19.10.2017,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№86 от 01.11.2017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2-1-НП-ТР-019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 УАЗ-220695-04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409110*</w:t>
            </w:r>
            <w:r w:rsidRPr="00B6581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J</w:t>
            </w: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3031422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870 000,00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№21 от 11.12.2019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2-1-НП-ТР-020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Гусеничный тягач «МТ-ЛБ»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ТХ9505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12-2088836337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AD10C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1978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610 076,00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Александровского района Томской области от 20.07.2020 №710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№06/20-П от 21.07.2020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от 10.08.2020 №71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92321A">
        <w:trPr>
          <w:cantSplit/>
          <w:trHeight w:val="11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9232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060C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2-1-НП-ТР-021</w:t>
            </w:r>
          </w:p>
        </w:tc>
        <w:tc>
          <w:tcPr>
            <w:tcW w:w="1342" w:type="dxa"/>
            <w:vAlign w:val="center"/>
          </w:tcPr>
          <w:p w:rsidR="007A43D9" w:rsidRPr="00B65810" w:rsidRDefault="007A43D9" w:rsidP="009232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Снегоход «Буран» Лидер АДЕ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8C075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70 МХ0753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92321A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42110130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43D9" w:rsidRPr="00B65810" w:rsidRDefault="007A43D9" w:rsidP="0092321A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  <w:vAlign w:val="center"/>
          </w:tcPr>
          <w:p w:rsidR="007A43D9" w:rsidRPr="00B65810" w:rsidRDefault="007A43D9" w:rsidP="0092321A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9232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383 300,00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9232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373 717,49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9232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от 03.09.2021 №84</w:t>
            </w:r>
          </w:p>
          <w:p w:rsidR="007A43D9" w:rsidRPr="00B65810" w:rsidRDefault="007A43D9" w:rsidP="009232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9232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1843" w:type="dxa"/>
            <w:vAlign w:val="center"/>
          </w:tcPr>
          <w:p w:rsidR="007A43D9" w:rsidRPr="00B65810" w:rsidRDefault="007A43D9" w:rsidP="009232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rPr>
          <w:cantSplit/>
          <w:trHeight w:val="846"/>
        </w:trPr>
        <w:tc>
          <w:tcPr>
            <w:tcW w:w="6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DA1B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810">
              <w:rPr>
                <w:rFonts w:ascii="Times New Roman" w:hAnsi="Times New Roman"/>
                <w:bCs/>
                <w:sz w:val="24"/>
                <w:szCs w:val="24"/>
              </w:rPr>
              <w:t>Итого:   21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F36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10 680 621,60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rPr>
          <w:cantSplit/>
          <w:trHeight w:val="846"/>
        </w:trPr>
        <w:tc>
          <w:tcPr>
            <w:tcW w:w="6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810">
              <w:rPr>
                <w:rFonts w:ascii="Times New Roman" w:hAnsi="Times New Roman"/>
                <w:bCs/>
                <w:sz w:val="24"/>
                <w:szCs w:val="24"/>
              </w:rPr>
              <w:t>Муниципальная казна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1 020 655,74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373 717,49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rPr>
          <w:cantSplit/>
          <w:trHeight w:val="846"/>
        </w:trPr>
        <w:tc>
          <w:tcPr>
            <w:tcW w:w="6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810">
              <w:rPr>
                <w:rFonts w:ascii="Times New Roman" w:hAnsi="Times New Roman"/>
                <w:bCs/>
                <w:sz w:val="24"/>
                <w:szCs w:val="24"/>
              </w:rPr>
              <w:t>Оперативное управление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297 440,00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rPr>
          <w:cantSplit/>
          <w:trHeight w:val="846"/>
        </w:trPr>
        <w:tc>
          <w:tcPr>
            <w:tcW w:w="6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810">
              <w:rPr>
                <w:rFonts w:ascii="Times New Roman" w:hAnsi="Times New Roman"/>
                <w:bCs/>
                <w:sz w:val="24"/>
                <w:szCs w:val="24"/>
              </w:rPr>
              <w:t>Хозяйственное ведение</w:t>
            </w:r>
          </w:p>
        </w:tc>
        <w:tc>
          <w:tcPr>
            <w:tcW w:w="1417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7 808 083,09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A43D9" w:rsidRPr="00B65810" w:rsidRDefault="007A43D9" w:rsidP="00AD10C2">
      <w:pPr>
        <w:rPr>
          <w:rFonts w:ascii="Times New Roman" w:hAnsi="Times New Roman"/>
          <w:b/>
          <w:bCs/>
          <w:sz w:val="20"/>
          <w:szCs w:val="20"/>
        </w:rPr>
      </w:pPr>
    </w:p>
    <w:p w:rsidR="007A43D9" w:rsidRPr="00B65810" w:rsidRDefault="007A43D9" w:rsidP="00AD10C2">
      <w:pPr>
        <w:spacing w:after="0"/>
        <w:rPr>
          <w:rFonts w:ascii="Times New Roman" w:hAnsi="Times New Roman"/>
          <w:sz w:val="20"/>
          <w:szCs w:val="20"/>
        </w:rPr>
      </w:pPr>
      <w:r w:rsidRPr="00B65810">
        <w:rPr>
          <w:rFonts w:ascii="Times New Roman" w:hAnsi="Times New Roman"/>
          <w:sz w:val="20"/>
          <w:szCs w:val="20"/>
        </w:rPr>
        <w:t>Примечание по гр.11,ОЦДИ – особо ценное движимое имущество</w:t>
      </w: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B65810" w:rsidRDefault="007A43D9" w:rsidP="00AD10C2">
      <w:pPr>
        <w:jc w:val="center"/>
        <w:rPr>
          <w:rFonts w:ascii="Times New Roman" w:hAnsi="Times New Roman"/>
        </w:rPr>
      </w:pPr>
      <w:r w:rsidRPr="00B65810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РАЗДЕЛ  I</w:t>
      </w:r>
      <w:r w:rsidRPr="00B65810">
        <w:rPr>
          <w:rFonts w:ascii="Times New Roman" w:hAnsi="Times New Roman"/>
          <w:sz w:val="28"/>
          <w:szCs w:val="28"/>
          <w:lang w:val="en-US"/>
        </w:rPr>
        <w:t>I</w:t>
      </w:r>
      <w:r w:rsidRPr="00B65810">
        <w:rPr>
          <w:rFonts w:ascii="Times New Roman" w:hAnsi="Times New Roman"/>
          <w:sz w:val="28"/>
          <w:szCs w:val="28"/>
        </w:rPr>
        <w:t>. ДВИЖИМОЕ ИМУЩЕСТВО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Подраздел 2. Машины и оборудование, стоимостью свыше 20,0 тыс. руб.</w:t>
      </w:r>
    </w:p>
    <w:p w:rsidR="007A43D9" w:rsidRPr="00B65810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B65810">
        <w:rPr>
          <w:rFonts w:ascii="Times New Roman" w:hAnsi="Times New Roman"/>
          <w:sz w:val="28"/>
          <w:szCs w:val="28"/>
        </w:rPr>
        <w:t>по состоянию на «01» января 2022г.</w:t>
      </w:r>
    </w:p>
    <w:tbl>
      <w:tblPr>
        <w:tblW w:w="1385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0"/>
        <w:gridCol w:w="752"/>
        <w:gridCol w:w="1418"/>
        <w:gridCol w:w="1701"/>
        <w:gridCol w:w="1559"/>
        <w:gridCol w:w="1559"/>
        <w:gridCol w:w="1985"/>
        <w:gridCol w:w="1701"/>
        <w:gridCol w:w="2551"/>
      </w:tblGrid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Реестровый номер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движимого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имущества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Год выпуска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движимого имущества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балансовой стоимости движимого имущества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остаточной стоимости движимого имущества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Даты возникновения и прекращения, основания возникновения (прекращения) права муниципальной собственности на движимое имущество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-001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Компьютер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24566,70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trHeight w:val="195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-002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Компьютер в составе принтер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32257,50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-003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Компьютер в сборе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25132,00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№ 138 от 12.10.2007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trHeight w:val="121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-004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Компьютер в сборе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25000,00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Распоряжение №29 от 10.10.2012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trHeight w:val="28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-005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Компьютер в сборе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25000,00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Распоряжение №29 от 10.10.2012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-006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Компьютер в сборе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24400,00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Распоряжение №29 от 10.10.2012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-007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 xml:space="preserve">Ноутбук </w:t>
            </w:r>
            <w:r w:rsidRPr="00B6581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SAMSUNG X520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29370,00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65810">
              <w:rPr>
                <w:rFonts w:ascii="Times New Roman" w:hAnsi="Times New Roman"/>
                <w:bCs/>
                <w:sz w:val="16"/>
                <w:szCs w:val="16"/>
              </w:rPr>
              <w:t>Распоряжение о списании от 07.02.2018 № 3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-008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Дизель электрический агрегат № 2АД-100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520000,00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№ 528 от 18.09.2007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-009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Трансформаторная подстанция КТП-400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1987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69694,23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trHeight w:val="226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-010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Щит электрический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28525,77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-011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Дизель электрический агрегат № 2АД-100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520000,00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№ 528 от 18.09.2007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-012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Котел водогрейный «Братск»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2001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50295,81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-013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Котел водогрейный «Братск»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2001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50295,81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</w:tcPr>
          <w:p w:rsidR="007A43D9" w:rsidRPr="00B65810" w:rsidRDefault="007A43D9" w:rsidP="00AD1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5810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-014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Котел водогрейный «Братск»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2001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50295,81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33530,18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-015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Рама лесопильная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1986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25920,00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</w:t>
            </w:r>
            <w:r w:rsidRPr="00B65810">
              <w:rPr>
                <w:rFonts w:ascii="Times New Roman" w:hAnsi="Times New Roman"/>
                <w:sz w:val="18"/>
                <w:szCs w:val="18"/>
              </w:rPr>
              <w:t xml:space="preserve"> Распоряжение   « О списании с баланса Казны МО « Назинское сельское поселение»» № 24   от 01.06.2017г.</w:t>
            </w:r>
          </w:p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A43D9" w:rsidRPr="005840BB" w:rsidTr="00276E83">
        <w:trPr>
          <w:trHeight w:val="191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2-2 – НП -016</w:t>
            </w:r>
          </w:p>
        </w:tc>
        <w:tc>
          <w:tcPr>
            <w:tcW w:w="1418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Станок токарный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1989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148788,00</w:t>
            </w:r>
          </w:p>
        </w:tc>
        <w:tc>
          <w:tcPr>
            <w:tcW w:w="1559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B65810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58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-017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Щит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1984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34286,91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-018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Дизель-генератор ДГР1А-224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2004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5507379,00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от 24.12.2013 № 61 о списании имущества с МО «Назинское сельское поселение»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-019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Дизель-генератор 160.1-Я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2004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971860,00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trHeight w:val="18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Дизель-генератор АД18С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215000,00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от МО «Александровский район» от 09.04.2012 № 2/12-П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–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021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Котёл стальной 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водогрейный КВр-0,2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250000,00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Договор пожертвования от 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МО «Александровское» от 11.12.2009 № 2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trHeight w:val="195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-022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Авторазливочная станция АРС-14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1192518,16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Александровского района № 166 от 21.02.2013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-023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Высоконапорная мотопомпа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51000,00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 06/13-П от 22.03.2013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-024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Compad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2013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24736.00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Александровского района № 388  от 09.04.2013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Администрации Назинского с/п от 23.04.2013 № 19 Толоконцевой Г.Н. договор № 9 от 23.04.2013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от 07.02.2018 № 3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-025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Системный блок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Dell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20678,00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Александровского района № 388  от 09.04.2013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Администрации Назинского с/п от 23.04.2013 № 19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Симакова О.Б.договор № 8 от 23.04.2013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от 07.02.2018 № 3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-026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Лодочный мотор Ветерок - 12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2004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21489,40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от 21.11.2013 № 52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-027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Насос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90142,58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№8 от 08.02.2016 г.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-028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Ноутбук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ASER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21700,00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 1/15-5-П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Главы Администрации Назинского сельского поселения № 21 «О передаче имущества в муниципальную собственность МО «Александровский район»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-029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Сварочный аппарат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1994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114880,95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Мотопомпа РТ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-208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28215,00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Счёт-фактура № АА-0000047 от 12.07.2012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-031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28102/ Насос К 45-30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22000,00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 № 44 от 16.08.2012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-032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28102/ Насос К 45-30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22000,00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 № 44 от 16.08.2012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-033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28102/ Насос К 45-30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21320,00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поставки № НФ-257 от 27.09.2012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№8 от 08.02.2016 г.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-034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Дизель-генераторная установка АД-200С-Т400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1071993,10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Муниципальный контракт от 21.10.2012 № 0365300071112000001-0154994-01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-035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Электростанция АД- 160С-Т400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900019,00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№ 036530071113000001-0154994-01 от 25.04.2013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-036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Котёл стальной водогрейный КВр-0,6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400000,00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№ 16 от 27.02.2010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-037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Мотопомпа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Daishina-50 HX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30187,95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№ Н0006270 от 17.12.2010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-038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Топливный насос водяного двигателя ЯМЗ 7511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78127,80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№ Н0006369 от 17.12.2010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№8 от 08.02.2016 г.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-039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Фрикцион бортовой правый в сборе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33000,00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 № Н004700 от 29.09.2010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trHeight w:val="89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-040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Турбокомпрессор Д К36-91-01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26078,00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 № Н0004673  от 28.09.2010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№8 от 08.02.2016 г.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-041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Преобразователь солей жидкости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69000,00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 №00000045  от 01.09.2010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-042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Счётчик горячей воды с импульсивным выходом ВСТН Ду-100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43807,25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 № 12  от 05.06.2013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№1  от 09.01.2017 г.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-043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Счётчик горячей воды с импульсивным выходом ВСТН Ду-40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34512,15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Товарная накладная  № 12  от 05.06.2013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№1  от 09.01.2017 г.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-044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Ноутбук 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iRU Patriot 707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201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25000,00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Счёт фактура № 564 от 26. 10.2012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 1/15-5-П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доп.соглашение  № 3 от 09.01.2014 к договору № 8  о закреплении муниципального имущества на праве оперативного управления от 08.10.2008,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Главы Администрации Назинского сельского поселения № 21 «О передаче имущества в муниципальную собственность МО «Александровский район»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-045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Навес сценический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110000,00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 1/15-5-П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доп.соглашение  № 3 от 09.01.2014 к договору № 8  о закреплении муниципального имущества на праве оперативного управления от 08.10.2008,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Главы Администрации Назинского сельского поселения № 21 «О передаче имущества в муниципальную собственность МО «Александровский район»</w:t>
            </w:r>
          </w:p>
        </w:tc>
      </w:tr>
      <w:tr w:rsidR="007A43D9" w:rsidRPr="005840BB" w:rsidTr="00276E83">
        <w:trPr>
          <w:trHeight w:val="116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-046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Компьютер в сборе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25040,00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Счёт фактура от 10.10.2007 № 242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 1/15-5-П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доп.соглашение  № 3 от 09.01.2014 к договору № 8  о закреплении муниципального имущества на праве оперативного управления от 08.10.2008,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Главы Администрации Назинского сельского поселения № 21 «О передаче имущества в муниципальную собственность МО «Александровский район»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-047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Проектор  BenQ MP610  SVGA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30158,96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 1/15-5-П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доп.соглашение  № 3 от 09.01.2014 к договору № 8  о закреплении муниципального имущества на праве оперативного управления от 08.10.2008,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Главы Администрации Назинского сельского поселения № 21 «О передаче имущества в муниципальную собственность МО «Александровский район»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2-2-НП-048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Компьютер в сборе </w:t>
            </w:r>
            <w:r w:rsidRPr="00AD10C2">
              <w:rPr>
                <w:rFonts w:ascii="Times New Roman" w:hAnsi="Times New Roman"/>
                <w:sz w:val="20"/>
                <w:szCs w:val="20"/>
                <w:lang w:val="en-US" w:eastAsia="ru-RU"/>
              </w:rPr>
              <w:t>IRU</w:t>
            </w: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ПК 325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2014г.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30900,00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Счёт фактура №168 от 02 сентября 2014г.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49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2-2-НП-049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Дизельное топливо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2015г.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9169920,00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Александровского района № 874  от 03.09.2015 г.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 4/15-5-П от 04.09.2015г.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Распоряжение  Администрации Назинского сельского поселения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№ 40 от 10.09.2015 г. « О передаче муниципального имущества в хозяйственное ведение МУП «ЖКХ» с. Назино»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Дополнительное соглашение №6 от 10.09.2015г. к договору на право хозяйственного ведения №1 от 01.04.2014г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2-2-НП-050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Персональный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 (системный блок персональной ЭВМ «</w:t>
            </w:r>
            <w:r w:rsidRPr="00AD10C2">
              <w:rPr>
                <w:rFonts w:ascii="Times New Roman" w:hAnsi="Times New Roman"/>
                <w:sz w:val="20"/>
                <w:szCs w:val="20"/>
                <w:lang w:val="en-US" w:eastAsia="ru-RU"/>
              </w:rPr>
              <w:t>INTANT</w:t>
            </w: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» ТУ 4013-003-44236459-2008 РЭ)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2016г.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43060,00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18300,68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№25 от 31.03.2016г. « О включении в реестр муниципального имущества МО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2-2-НП-051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Котёл водогрейный отопительный твёрдо - топливный КВр-0,6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269227,10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№67а от 12.08.2016г. « О включении в реестр муниципального имущества МО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2-2-НП-052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Микшерный пульт </w:t>
            </w:r>
            <w:r w:rsidRPr="00AD10C2">
              <w:rPr>
                <w:rFonts w:ascii="Times New Roman" w:hAnsi="Times New Roman"/>
                <w:sz w:val="20"/>
                <w:szCs w:val="20"/>
                <w:lang w:val="en-US" w:eastAsia="ru-RU"/>
              </w:rPr>
              <w:t>SOUNDCRAFT</w:t>
            </w: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D10C2">
              <w:rPr>
                <w:rFonts w:ascii="Times New Roman" w:hAnsi="Times New Roman"/>
                <w:sz w:val="20"/>
                <w:szCs w:val="20"/>
                <w:lang w:val="en-US" w:eastAsia="ru-RU"/>
              </w:rPr>
              <w:t>EPM</w:t>
            </w: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8, 8 моно- 2 стерео, разъём </w:t>
            </w:r>
            <w:r w:rsidRPr="00AD10C2">
              <w:rPr>
                <w:rFonts w:ascii="Times New Roman" w:hAnsi="Times New Roman"/>
                <w:sz w:val="20"/>
                <w:szCs w:val="20"/>
                <w:lang w:val="en-US" w:eastAsia="ru-RU"/>
              </w:rPr>
              <w:t>XLR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50000,00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№67а от 12.08.2016г. « О включении в реестр муниципального имущества МО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ar-SA"/>
              </w:rPr>
              <w:t>Постановление Администрации Назинского сельского поселения №71 от 12.10.2016 г. «О передаче имущества в муниципальную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ar-SA"/>
              </w:rPr>
              <w:t>Собственность муниципального образования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ar-SA"/>
              </w:rPr>
              <w:t>«Александровский район»»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-053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Трансформаторная подстанция КТП-250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1987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1,93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-054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МФУ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Kyocera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 (принтер-сканер-копир)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26700,00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49 от 02.06.2017г. « О включении в реестр муниципального имущества МО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2-2-НП-055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ДЭУ-160.1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1228333,33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Счёт фактура №154 от 02 июня 2014г.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2-2-НП-056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Детская площадка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ООО «Игробум»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300000,00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50000,00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81 от 16.10.2017г. « О включении в реестр муниципального имущества МО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2-2-НП-057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комплектная трансформаторная подстанцию КТП-ВК-5-400/10-0,4-97-УХЛ1,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340000,00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90 от 18.12.2018г. « О включении в реестр муниципального имущества МО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2-2-НП-058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Набор Мебель офисная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24080,00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118 от 29.12.2018г. « О включении в реестр муниципального имущества МО «Назинское сельское поселение»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2-2-НП-059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Принтер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KYOCERA ECOSYS 2735DN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248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00,00</w:t>
            </w:r>
          </w:p>
        </w:tc>
        <w:tc>
          <w:tcPr>
            <w:tcW w:w="1559" w:type="dxa"/>
            <w:vAlign w:val="center"/>
          </w:tcPr>
          <w:p w:rsidR="007A43D9" w:rsidRPr="00CC046E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117 от 07.10.2019г. « О включении в реестр муниципального имущества МО «Назинское сельское поселение»»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118 от 07.10.2019г. «Об учёте муниципального имущества Администрации «Назинское сельское поселение»»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2-2-НП-060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Персональный компьютер (Системный блок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Core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3 7100)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28485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155 от 30.12.2019г. « О включении в реестр муниципального имущества МО «Назинское сельское поселение»»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156 от 30.12.2019г. «Об учёте муниципального имущества Администрации «Назинское сельское поселение»»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2-2-НП-061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Бензопила Штиль М361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24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157 от 30.12.2019г. « О включении в реестр муниципального имущества МО «Назинское сельское поселение»»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2-2-НП-062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Двигатель УМЗ - 4218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660,00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157 от 30.12.2019г. « О включении в реестр муниципального имущества МО «Назинское сельское поселение»»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Товарная  накладная № Н0006269 от 17.12.2010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Двухопорный генератор пенременного тока «ГС-200-400»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487600,00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23 от 18.03.2020г. « О включении в реестр муниципального имущества МО «Назинское сельское поселение»»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Котёл «КВр-0,63 КБ»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385000,00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23 от 18.03.2020г. « О включении в реестр муниципального имущества МО «Назинское сельское поселение»»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-065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Топливный насос высокого давления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81 600,00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95 от 30.11.2020г. « О включении в реестр муниципального имущества МО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ar-SA"/>
              </w:rPr>
              <w:t>Постановление Администрации Назинского сельского поселения № 96 от 11.12.2020 г. «О передаче имущества в муниципальную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ar-SA"/>
              </w:rPr>
              <w:t>собственность МУП «ЖКХ» с. Назино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 № 1 от 11.12.2020 г.</w:t>
            </w:r>
          </w:p>
        </w:tc>
      </w:tr>
      <w:tr w:rsidR="007A43D9" w:rsidRPr="005840BB" w:rsidTr="00276E83">
        <w:trPr>
          <w:trHeight w:val="28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-066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Компьютер в сборе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53398,00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48058,24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Постановление 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Администрации Назинского сельского поселения № 101 от 24.12.2020г. « О включении в реестр муниципального имущества МО «Назинское сельское поселение»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102 от 24.12.2020г. «Об учёте муниципального имущества Администрации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trHeight w:val="28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2-2 – НП -067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Бензопила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STIHL MS 260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35090</w:t>
            </w: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AD10C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Постановление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Администрации Назинского сельского поселения № 101 от 24.12.2020г. « О включении в реестр муниципального имущества МО «Назинское сельское поселение»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 № 102 от 24.12.2020г. «Об учёте муниципального имущества Администрации «Назинское сельское поселение»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ОУ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trHeight w:val="28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9C7411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9C7411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2-2-НП-068</w:t>
            </w:r>
          </w:p>
        </w:tc>
        <w:tc>
          <w:tcPr>
            <w:tcW w:w="1418" w:type="dxa"/>
            <w:vAlign w:val="center"/>
          </w:tcPr>
          <w:p w:rsidR="007A43D9" w:rsidRPr="009C7411" w:rsidRDefault="007A43D9" w:rsidP="003E11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 xml:space="preserve"> ДЭУ-160.1</w:t>
            </w:r>
          </w:p>
          <w:p w:rsidR="007A43D9" w:rsidRPr="009C7411" w:rsidRDefault="007A43D9" w:rsidP="003E11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Дизельная электростанция</w:t>
            </w:r>
          </w:p>
        </w:tc>
        <w:tc>
          <w:tcPr>
            <w:tcW w:w="1701" w:type="dxa"/>
            <w:vAlign w:val="center"/>
          </w:tcPr>
          <w:p w:rsidR="007A43D9" w:rsidRPr="009C7411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559" w:type="dxa"/>
            <w:vAlign w:val="center"/>
          </w:tcPr>
          <w:p w:rsidR="007A43D9" w:rsidRPr="009C7411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1 800 000,00</w:t>
            </w:r>
          </w:p>
        </w:tc>
        <w:tc>
          <w:tcPr>
            <w:tcW w:w="1559" w:type="dxa"/>
            <w:vAlign w:val="center"/>
          </w:tcPr>
          <w:p w:rsidR="007A43D9" w:rsidRPr="009C7411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9C7411" w:rsidRDefault="007A43D9" w:rsidP="00FC60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Постановление</w:t>
            </w:r>
          </w:p>
          <w:p w:rsidR="007A43D9" w:rsidRPr="009C7411" w:rsidRDefault="007A43D9" w:rsidP="00FC60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Администрации Назинского сельского поселения № 90 от 15.10.2021г. « О включении в реестр муниципального имущества МО «Назинское сельское поселение»</w:t>
            </w:r>
          </w:p>
          <w:p w:rsidR="007A43D9" w:rsidRPr="009C7411" w:rsidRDefault="007A43D9" w:rsidP="00FC60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Постановление Администрации Назинского сельского поселения</w:t>
            </w:r>
          </w:p>
        </w:tc>
        <w:tc>
          <w:tcPr>
            <w:tcW w:w="1701" w:type="dxa"/>
            <w:vAlign w:val="center"/>
          </w:tcPr>
          <w:p w:rsidR="007A43D9" w:rsidRPr="009C7411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551" w:type="dxa"/>
            <w:vAlign w:val="center"/>
          </w:tcPr>
          <w:p w:rsidR="007A43D9" w:rsidRPr="009C7411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411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  <w:p w:rsidR="007A43D9" w:rsidRPr="00AD10C2" w:rsidRDefault="007A43D9" w:rsidP="003E11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411">
              <w:rPr>
                <w:rFonts w:ascii="Times New Roman" w:hAnsi="Times New Roman"/>
                <w:sz w:val="16"/>
                <w:szCs w:val="16"/>
              </w:rPr>
              <w:t>Дополнительное соглашение №3 от 18.10.2021 г.</w:t>
            </w:r>
          </w:p>
        </w:tc>
      </w:tr>
      <w:tr w:rsidR="007A43D9" w:rsidRPr="005840BB" w:rsidTr="00276E83">
        <w:tc>
          <w:tcPr>
            <w:tcW w:w="4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Итого:     68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B51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27020586,96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149889,10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4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Муниципальная казна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363484,2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83530,18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4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Оперативное управление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339404,2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66358,92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4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Хозяйственное ведение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10880719,42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jc w:val="center"/>
        <w:rPr>
          <w:rFonts w:ascii="Times New Roman" w:hAnsi="Times New Roman"/>
        </w:rPr>
      </w:pPr>
    </w:p>
    <w:p w:rsidR="007A43D9" w:rsidRPr="00AD10C2" w:rsidRDefault="007A43D9" w:rsidP="00186EB6">
      <w:pPr>
        <w:rPr>
          <w:rFonts w:ascii="Times New Roman" w:hAnsi="Times New Roman"/>
        </w:rPr>
      </w:pPr>
    </w:p>
    <w:p w:rsidR="007A43D9" w:rsidRPr="00AD10C2" w:rsidRDefault="007A43D9" w:rsidP="00AD10C2">
      <w:pPr>
        <w:jc w:val="center"/>
        <w:rPr>
          <w:rFonts w:ascii="Times New Roman" w:hAnsi="Times New Roman"/>
        </w:rPr>
      </w:pPr>
    </w:p>
    <w:p w:rsidR="007A43D9" w:rsidRPr="00AD10C2" w:rsidRDefault="007A43D9" w:rsidP="00AD10C2">
      <w:pPr>
        <w:jc w:val="center"/>
        <w:rPr>
          <w:rFonts w:ascii="Times New Roman" w:hAnsi="Times New Roman"/>
        </w:rPr>
      </w:pPr>
      <w:r w:rsidRPr="00AD10C2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РАЗДЕЛ  I</w:t>
      </w:r>
      <w:r w:rsidRPr="00AD10C2">
        <w:rPr>
          <w:rFonts w:ascii="Times New Roman" w:hAnsi="Times New Roman"/>
          <w:sz w:val="28"/>
          <w:szCs w:val="28"/>
          <w:lang w:val="en-US"/>
        </w:rPr>
        <w:t>I</w:t>
      </w:r>
      <w:r w:rsidRPr="00AD10C2">
        <w:rPr>
          <w:rFonts w:ascii="Times New Roman" w:hAnsi="Times New Roman"/>
          <w:sz w:val="28"/>
          <w:szCs w:val="28"/>
        </w:rPr>
        <w:t>. ДВИЖИМОЕ ИМУЩЕСТВО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Подраздел 3. Производственный и хозяйственный инвентарь, стоимостью свыше 20,0 тыс. руб.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 состоянию на «01» января 202</w:t>
      </w:r>
      <w:r>
        <w:rPr>
          <w:rFonts w:ascii="Times New Roman" w:hAnsi="Times New Roman"/>
          <w:sz w:val="28"/>
          <w:szCs w:val="28"/>
        </w:rPr>
        <w:t>2</w:t>
      </w:r>
      <w:r w:rsidRPr="00AD10C2">
        <w:rPr>
          <w:rFonts w:ascii="Times New Roman" w:hAnsi="Times New Roman"/>
          <w:sz w:val="28"/>
          <w:szCs w:val="28"/>
        </w:rPr>
        <w:t>г.</w:t>
      </w: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tbl>
      <w:tblPr>
        <w:tblW w:w="1442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0"/>
        <w:gridCol w:w="1036"/>
        <w:gridCol w:w="1559"/>
        <w:gridCol w:w="1559"/>
        <w:gridCol w:w="1418"/>
        <w:gridCol w:w="1559"/>
        <w:gridCol w:w="2268"/>
        <w:gridCol w:w="1701"/>
        <w:gridCol w:w="2693"/>
      </w:tblGrid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Реестровый номер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движимого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имущества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Год выпуска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движимого имущества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Сведения о балансовой стоимости движимого имущества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Сведения о остаточной стоимости движимого имущества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Даты возникновения и прекращения, основания возникновения (прекращения) права муниципальной собственности на движимое имущество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НП001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Ёмкость 25 м3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18359,09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Ёмкость 25 м3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18359,09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Ёмкость 25 м3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18359,09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от 21.11.2013 № 52</w:t>
            </w:r>
          </w:p>
        </w:tc>
      </w:tr>
      <w:tr w:rsidR="007A43D9" w:rsidRPr="005840BB" w:rsidTr="00276E83">
        <w:trPr>
          <w:trHeight w:val="159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Ёмкость  50 м3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1984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86940,04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trHeight w:val="159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НП005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Ёмкость  50 м3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1984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86940,04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Распоряжение о списании от 21.11.2013 № 52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Ёмкость  50 м3 4 шт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347760,16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НП007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Ёмкость  75 м3 1 шт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1984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91079,01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НП008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Резервуар 400м3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1984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50061,64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ХВ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Договор № 1 на право хозяйственного ведения от 03.04.2020 с МУП «ЖКХ» с. Назино</w:t>
            </w:r>
          </w:p>
        </w:tc>
      </w:tr>
      <w:tr w:rsidR="007A43D9" w:rsidRPr="005840BB" w:rsidTr="00276E83">
        <w:trPr>
          <w:trHeight w:val="83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НП009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Сосна Альпийская 4 м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41000,00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4099,72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20"/>
                <w:szCs w:val="20"/>
                <w:lang w:eastAsia="ru-RU"/>
              </w:rPr>
              <w:t>Договор № 60 от 12.11.2012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rPr>
          <w:trHeight w:val="12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НП010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Светильник ЖКУ «Пегас»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99000,00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Товарная накладная № М/С-000175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НП011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Стол бильярдный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33110,00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Договор пожертвования № 1/15-5-П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Постановление Главы Администрации Назинского сельского поселения № 21 «О передаче имущества в муниципальную собственность МО «Александровский район»</w:t>
            </w:r>
          </w:p>
        </w:tc>
      </w:tr>
      <w:tr w:rsidR="007A43D9" w:rsidRPr="005840BB" w:rsidTr="00276E83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2-3 – НП012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Ёмкость 10 м3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1990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17456,17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18"/>
                <w:szCs w:val="18"/>
              </w:rPr>
              <w:t>Решение Совета депутатов Александровского района № 526 от 29.05.2005, № 61 от 07.02.2006, передаточный акт от 10.02.2006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A43D9" w:rsidRPr="005840BB" w:rsidTr="00276E83">
        <w:tc>
          <w:tcPr>
            <w:tcW w:w="4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ИТОГО:   12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908424,33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4099,72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4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Муниципальная казна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614654,43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4099,72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43D9" w:rsidRPr="005840BB" w:rsidTr="00276E83">
        <w:tc>
          <w:tcPr>
            <w:tcW w:w="4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Хозяйственное ведение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155360,77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jc w:val="center"/>
        <w:rPr>
          <w:rFonts w:ascii="Times New Roman" w:hAnsi="Times New Roman"/>
        </w:rPr>
      </w:pPr>
      <w:r w:rsidRPr="00AD10C2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РАЗДЕЛ  I</w:t>
      </w:r>
      <w:r w:rsidRPr="00AD10C2">
        <w:rPr>
          <w:rFonts w:ascii="Times New Roman" w:hAnsi="Times New Roman"/>
          <w:sz w:val="28"/>
          <w:szCs w:val="28"/>
          <w:lang w:val="en-US"/>
        </w:rPr>
        <w:t>I</w:t>
      </w:r>
      <w:r w:rsidRPr="00AD10C2">
        <w:rPr>
          <w:rFonts w:ascii="Times New Roman" w:hAnsi="Times New Roman"/>
          <w:sz w:val="28"/>
          <w:szCs w:val="28"/>
        </w:rPr>
        <w:t>. ДВИЖИМОЕ ИМУЩЕСТВО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Подраздел 4. Акции акционерных обществ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 состоянию на «01» января 202</w:t>
      </w:r>
      <w:r>
        <w:rPr>
          <w:rFonts w:ascii="Times New Roman" w:hAnsi="Times New Roman"/>
          <w:sz w:val="28"/>
          <w:szCs w:val="28"/>
        </w:rPr>
        <w:t>2</w:t>
      </w:r>
      <w:r w:rsidRPr="00AD10C2">
        <w:rPr>
          <w:rFonts w:ascii="Times New Roman" w:hAnsi="Times New Roman"/>
          <w:sz w:val="28"/>
          <w:szCs w:val="28"/>
        </w:rPr>
        <w:t>г.</w:t>
      </w: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tbl>
      <w:tblPr>
        <w:tblW w:w="1292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0"/>
        <w:gridCol w:w="705"/>
        <w:gridCol w:w="1701"/>
        <w:gridCol w:w="1843"/>
        <w:gridCol w:w="5812"/>
        <w:gridCol w:w="2268"/>
      </w:tblGrid>
      <w:tr w:rsidR="007A43D9" w:rsidRPr="005840BB" w:rsidTr="00276E8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0C2">
              <w:rPr>
                <w:rFonts w:ascii="Times New Roman" w:hAnsi="Times New Roman"/>
                <w:sz w:val="16"/>
                <w:szCs w:val="16"/>
              </w:rPr>
              <w:t>Реестровый номер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Акционерного общества-эмитента</w:t>
            </w:r>
          </w:p>
        </w:tc>
        <w:tc>
          <w:tcPr>
            <w:tcW w:w="184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Государственный регистрационный номер</w:t>
            </w:r>
          </w:p>
        </w:tc>
        <w:tc>
          <w:tcPr>
            <w:tcW w:w="581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Кол-во акций, выпущенных акционерным обществом (с указанием кол-ва привилегированных акций), и размер доли в уставном капитале, принадлежащей муниципальному образованию, в процентах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Номинальная стоимость акций</w:t>
            </w:r>
          </w:p>
        </w:tc>
      </w:tr>
      <w:tr w:rsidR="007A43D9" w:rsidRPr="005840BB" w:rsidTr="00276E8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2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A43D9" w:rsidRPr="005840BB" w:rsidTr="00276E8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1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A43D9" w:rsidRPr="005840BB" w:rsidTr="00276E8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1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A43D9" w:rsidRPr="005840BB" w:rsidTr="00276E8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1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A43D9" w:rsidRPr="005840BB" w:rsidTr="00276E8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1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0C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  <w:r w:rsidRPr="00AD10C2">
        <w:rPr>
          <w:rFonts w:ascii="Times New Roman" w:hAnsi="Times New Roman"/>
          <w:b/>
          <w:bCs/>
          <w:sz w:val="28"/>
          <w:szCs w:val="28"/>
        </w:rPr>
        <w:t>-</w:t>
      </w: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43D9" w:rsidRPr="00AD10C2" w:rsidRDefault="007A43D9" w:rsidP="00AD10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jc w:val="center"/>
        <w:rPr>
          <w:rFonts w:ascii="Times New Roman" w:hAnsi="Times New Roman"/>
        </w:rPr>
      </w:pPr>
      <w:r w:rsidRPr="00AD10C2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РАЗДЕЛ  I</w:t>
      </w:r>
      <w:r w:rsidRPr="00AD10C2">
        <w:rPr>
          <w:rFonts w:ascii="Times New Roman" w:hAnsi="Times New Roman"/>
          <w:sz w:val="28"/>
          <w:szCs w:val="28"/>
          <w:lang w:val="en-US"/>
        </w:rPr>
        <w:t>I</w:t>
      </w:r>
      <w:r w:rsidRPr="00AD10C2">
        <w:rPr>
          <w:rFonts w:ascii="Times New Roman" w:hAnsi="Times New Roman"/>
          <w:sz w:val="28"/>
          <w:szCs w:val="28"/>
        </w:rPr>
        <w:t>. ДВИЖИМОЕ ИМУЩЕСТВО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Подраздел 5. Доли (вклады) в уставной (складочный) капитал хозяйственных обществ и товариществ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 состоянию на «01» января  202</w:t>
      </w:r>
      <w:r>
        <w:rPr>
          <w:rFonts w:ascii="Times New Roman" w:hAnsi="Times New Roman"/>
          <w:sz w:val="28"/>
          <w:szCs w:val="28"/>
        </w:rPr>
        <w:t>2</w:t>
      </w:r>
      <w:r w:rsidRPr="00AD10C2">
        <w:rPr>
          <w:rFonts w:ascii="Times New Roman" w:hAnsi="Times New Roman"/>
          <w:sz w:val="28"/>
          <w:szCs w:val="28"/>
        </w:rPr>
        <w:t>г.</w:t>
      </w: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tbl>
      <w:tblPr>
        <w:tblW w:w="1442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1559"/>
        <w:gridCol w:w="2551"/>
        <w:gridCol w:w="3828"/>
        <w:gridCol w:w="5953"/>
      </w:tblGrid>
      <w:tr w:rsidR="007A43D9" w:rsidRPr="005840BB" w:rsidTr="00276E83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Реестровый номер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хозяйственного общества, товарищества</w:t>
            </w:r>
          </w:p>
        </w:tc>
        <w:tc>
          <w:tcPr>
            <w:tcW w:w="382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Государственный регистрационный номер</w:t>
            </w:r>
          </w:p>
        </w:tc>
        <w:tc>
          <w:tcPr>
            <w:tcW w:w="595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7A43D9" w:rsidRPr="005840BB" w:rsidTr="00276E83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53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A43D9" w:rsidRPr="005840BB" w:rsidTr="00276E83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382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382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382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A43D9" w:rsidRPr="005840BB" w:rsidTr="00276E83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382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5953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</w:tbl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b/>
          <w:bCs/>
          <w:sz w:val="28"/>
          <w:szCs w:val="28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jc w:val="center"/>
        <w:rPr>
          <w:rFonts w:ascii="Times New Roman" w:hAnsi="Times New Roman"/>
        </w:rPr>
      </w:pPr>
      <w:r w:rsidRPr="00AD10C2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РАЗДЕЛ  I</w:t>
      </w:r>
      <w:r w:rsidRPr="00AD10C2">
        <w:rPr>
          <w:rFonts w:ascii="Times New Roman" w:hAnsi="Times New Roman"/>
          <w:sz w:val="28"/>
          <w:szCs w:val="28"/>
          <w:lang w:val="en-US"/>
        </w:rPr>
        <w:t>II</w:t>
      </w:r>
      <w:r w:rsidRPr="00AD10C2">
        <w:rPr>
          <w:rFonts w:ascii="Times New Roman" w:hAnsi="Times New Roman"/>
          <w:sz w:val="28"/>
          <w:szCs w:val="28"/>
        </w:rPr>
        <w:t>. МУНИЦИПАЛЬНЫЕ УНИТАРНЫЕ ПРЕДПРИЯТИЯ, МУНИЦИПАЛЬНЫЕ УЧРЕЖДЕНИЯ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Подраздел 1. Органы местного самоуправления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 состоянию на «01» января 202</w:t>
      </w:r>
      <w:r>
        <w:rPr>
          <w:rFonts w:ascii="Times New Roman" w:hAnsi="Times New Roman"/>
          <w:sz w:val="28"/>
          <w:szCs w:val="28"/>
        </w:rPr>
        <w:t>2</w:t>
      </w:r>
      <w:r w:rsidRPr="00AD10C2">
        <w:rPr>
          <w:rFonts w:ascii="Times New Roman" w:hAnsi="Times New Roman"/>
          <w:sz w:val="28"/>
          <w:szCs w:val="28"/>
        </w:rPr>
        <w:t>г.</w:t>
      </w:r>
    </w:p>
    <w:tbl>
      <w:tblPr>
        <w:tblW w:w="1522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6"/>
        <w:gridCol w:w="810"/>
        <w:gridCol w:w="1418"/>
        <w:gridCol w:w="1842"/>
        <w:gridCol w:w="1560"/>
        <w:gridCol w:w="1559"/>
        <w:gridCol w:w="1559"/>
        <w:gridCol w:w="1985"/>
        <w:gridCol w:w="1701"/>
        <w:gridCol w:w="1066"/>
        <w:gridCol w:w="1260"/>
      </w:tblGrid>
      <w:tr w:rsidR="007A43D9" w:rsidRPr="005840BB" w:rsidTr="00276E8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Реестровый номер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Полное наименование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и организационно-правовая форма юридического лица</w:t>
            </w:r>
          </w:p>
        </w:tc>
        <w:tc>
          <w:tcPr>
            <w:tcW w:w="184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Адрес (местонахождение)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Размер уставного фонда (для МУП)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Балансовая стоимость основных средств (фондов) (для МУ и МУП)</w:t>
            </w:r>
          </w:p>
        </w:tc>
        <w:tc>
          <w:tcPr>
            <w:tcW w:w="1066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Остаточная стоимость основных средств (фондов) (для МУ и МУП)</w:t>
            </w:r>
          </w:p>
        </w:tc>
        <w:tc>
          <w:tcPr>
            <w:tcW w:w="126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Среднесписочная численность работников (для МУ и МУП)</w:t>
            </w:r>
          </w:p>
        </w:tc>
      </w:tr>
      <w:tr w:rsidR="007A43D9" w:rsidRPr="005840BB" w:rsidTr="00276E8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066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6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7A43D9" w:rsidRPr="005840BB" w:rsidTr="00276E8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3- НП- ОМСУ-001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Администрация Назинского сельского поселения</w:t>
            </w:r>
          </w:p>
        </w:tc>
        <w:tc>
          <w:tcPr>
            <w:tcW w:w="184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636765, Томская область, Александровский район, с. Назино, пер. Центральный 2</w:t>
            </w:r>
          </w:p>
        </w:tc>
        <w:tc>
          <w:tcPr>
            <w:tcW w:w="156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1067022000066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14.01.2013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70 № 001692802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Свидетельство о о постановке на учёт российской организации в налоговом органе по месту её нахождения  10.01.2006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70 № 001661042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16991816,22</w:t>
            </w:r>
          </w:p>
        </w:tc>
        <w:tc>
          <w:tcPr>
            <w:tcW w:w="1066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5379462,13</w:t>
            </w:r>
          </w:p>
        </w:tc>
        <w:tc>
          <w:tcPr>
            <w:tcW w:w="126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</w:tbl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p w:rsidR="007A43D9" w:rsidRPr="00AD10C2" w:rsidRDefault="007A43D9" w:rsidP="00AD10C2">
      <w:pPr>
        <w:jc w:val="center"/>
        <w:rPr>
          <w:rFonts w:ascii="Times New Roman" w:hAnsi="Times New Roman"/>
        </w:rPr>
      </w:pPr>
      <w:r w:rsidRPr="00AD10C2">
        <w:rPr>
          <w:rFonts w:ascii="Times New Roman" w:hAnsi="Times New Roman"/>
        </w:rPr>
        <w:t>Реестр объектов муниципальной собственности МО «Назинское сельское поселение»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РАЗДЕЛ  I</w:t>
      </w:r>
      <w:r w:rsidRPr="00AD10C2">
        <w:rPr>
          <w:rFonts w:ascii="Times New Roman" w:hAnsi="Times New Roman"/>
          <w:sz w:val="28"/>
          <w:szCs w:val="28"/>
          <w:lang w:val="en-US"/>
        </w:rPr>
        <w:t>II</w:t>
      </w:r>
      <w:r w:rsidRPr="00AD10C2">
        <w:rPr>
          <w:rFonts w:ascii="Times New Roman" w:hAnsi="Times New Roman"/>
          <w:sz w:val="28"/>
          <w:szCs w:val="28"/>
        </w:rPr>
        <w:t>. МУНИЦИПАЛЬНЫЕ УНИТАРНЫЕ ПРЕДПРИЯТИЯ, МУНИЦИПАЛЬНЫЕ УЧРЕЖДЕНИЯ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Подраздел 2. Муниципальные казённые учреждения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 состоянию на «01» января 202</w:t>
      </w:r>
      <w:r>
        <w:rPr>
          <w:rFonts w:ascii="Times New Roman" w:hAnsi="Times New Roman"/>
          <w:sz w:val="28"/>
          <w:szCs w:val="28"/>
        </w:rPr>
        <w:t>2</w:t>
      </w:r>
      <w:r w:rsidRPr="00AD10C2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549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709"/>
        <w:gridCol w:w="1418"/>
        <w:gridCol w:w="1842"/>
        <w:gridCol w:w="1560"/>
        <w:gridCol w:w="1559"/>
        <w:gridCol w:w="1559"/>
        <w:gridCol w:w="1985"/>
        <w:gridCol w:w="1701"/>
        <w:gridCol w:w="1426"/>
        <w:gridCol w:w="1165"/>
      </w:tblGrid>
      <w:tr w:rsidR="007A43D9" w:rsidRPr="005840BB" w:rsidTr="00276E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Реестровый номер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Полное наименование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и организационно-правовая форма юридического лица</w:t>
            </w:r>
          </w:p>
        </w:tc>
        <w:tc>
          <w:tcPr>
            <w:tcW w:w="184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Адрес (местонахождение)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Размер уставного фонда (для МУП)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Балансовая стоимость основных средств (фондов) (для МУ и МУП)</w:t>
            </w:r>
          </w:p>
        </w:tc>
        <w:tc>
          <w:tcPr>
            <w:tcW w:w="1426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ind w:right="3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Остаточная стоимость основных средств (фондов) (для МУ и МУП)</w:t>
            </w:r>
          </w:p>
        </w:tc>
        <w:tc>
          <w:tcPr>
            <w:tcW w:w="116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Среднесписочная численность работников (для МУ и МУП)</w:t>
            </w:r>
          </w:p>
        </w:tc>
      </w:tr>
      <w:tr w:rsidR="007A43D9" w:rsidRPr="005840BB" w:rsidTr="00276E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26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5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7A43D9" w:rsidRPr="005840BB" w:rsidTr="00276E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3 – НП – МКУ-001</w:t>
            </w:r>
          </w:p>
        </w:tc>
        <w:tc>
          <w:tcPr>
            <w:tcW w:w="1418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Муниципальное казённое учреждение «Назинский Дом Культуры»</w:t>
            </w:r>
          </w:p>
        </w:tc>
        <w:tc>
          <w:tcPr>
            <w:tcW w:w="1842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636765, Томская область, Александровский район, с. Назино, ул. Молодёжная 9/1</w:t>
            </w:r>
          </w:p>
        </w:tc>
        <w:tc>
          <w:tcPr>
            <w:tcW w:w="156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1087022001593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02.04.2012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70 №001492333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Свидетельство о о постановке на учёт российской организации в налоговом органе по месту её нахождения  17.10.2008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70 № 001491995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26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7A43D9" w:rsidRPr="00AD10C2" w:rsidSect="00A92D73">
          <w:pgSz w:w="16838" w:h="11906" w:orient="landscape"/>
          <w:pgMar w:top="567" w:right="0" w:bottom="1701" w:left="1134" w:header="720" w:footer="720" w:gutter="0"/>
          <w:cols w:space="720"/>
          <w:docGrid w:linePitch="326"/>
        </w:sectPr>
      </w:pPr>
    </w:p>
    <w:p w:rsidR="007A43D9" w:rsidRPr="00AD10C2" w:rsidRDefault="007A43D9" w:rsidP="00AD10C2">
      <w:pPr>
        <w:rPr>
          <w:rFonts w:ascii="Times New Roman" w:hAnsi="Times New Roman"/>
          <w:sz w:val="20"/>
          <w:szCs w:val="20"/>
        </w:rPr>
      </w:pPr>
    </w:p>
    <w:p w:rsidR="007A43D9" w:rsidRPr="00AD10C2" w:rsidRDefault="007A43D9" w:rsidP="00AD10C2">
      <w:pPr>
        <w:rPr>
          <w:rFonts w:ascii="Times New Roman" w:hAnsi="Times New Roman"/>
          <w:sz w:val="28"/>
          <w:szCs w:val="28"/>
        </w:rPr>
      </w:pPr>
    </w:p>
    <w:p w:rsidR="007A43D9" w:rsidRPr="00AD10C2" w:rsidRDefault="007A43D9" w:rsidP="00AD10C2">
      <w:pPr>
        <w:jc w:val="center"/>
        <w:rPr>
          <w:rFonts w:ascii="Times New Roman" w:hAnsi="Times New Roman"/>
        </w:rPr>
      </w:pPr>
      <w:r w:rsidRPr="00AD10C2">
        <w:rPr>
          <w:rFonts w:ascii="Times New Roman" w:hAnsi="Times New Roman"/>
        </w:rPr>
        <w:t>Реестр объектов муниципальной собственности МО «Назинское  сельское поселение»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РАЗДЕЛ  I</w:t>
      </w:r>
      <w:r w:rsidRPr="00AD10C2">
        <w:rPr>
          <w:rFonts w:ascii="Times New Roman" w:hAnsi="Times New Roman"/>
          <w:sz w:val="28"/>
          <w:szCs w:val="28"/>
          <w:lang w:val="en-US"/>
        </w:rPr>
        <w:t>II</w:t>
      </w:r>
      <w:r w:rsidRPr="00AD10C2">
        <w:rPr>
          <w:rFonts w:ascii="Times New Roman" w:hAnsi="Times New Roman"/>
          <w:sz w:val="28"/>
          <w:szCs w:val="28"/>
        </w:rPr>
        <w:t>. МУНИЦИПАЛЬНЫЕ УНИТАРНЫЕ ПРЕДПРИЯТИЯ, МУНИЦИПАЛЬНЫЕ УЧРЕЖДЕНИЯ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Подраздел 3. Муниципальные унитарные предприятия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  <w:r w:rsidRPr="00AD10C2">
        <w:rPr>
          <w:rFonts w:ascii="Times New Roman" w:hAnsi="Times New Roman"/>
          <w:sz w:val="28"/>
          <w:szCs w:val="28"/>
        </w:rPr>
        <w:t>по состоянию на «01» января  202</w:t>
      </w:r>
      <w:r>
        <w:rPr>
          <w:rFonts w:ascii="Times New Roman" w:hAnsi="Times New Roman"/>
          <w:sz w:val="28"/>
          <w:szCs w:val="28"/>
        </w:rPr>
        <w:t>2</w:t>
      </w:r>
      <w:r w:rsidRPr="00AD10C2">
        <w:rPr>
          <w:rFonts w:ascii="Times New Roman" w:hAnsi="Times New Roman"/>
          <w:sz w:val="28"/>
          <w:szCs w:val="28"/>
        </w:rPr>
        <w:t>г.</w:t>
      </w:r>
    </w:p>
    <w:p w:rsidR="007A43D9" w:rsidRPr="00AD10C2" w:rsidRDefault="007A43D9" w:rsidP="00AD10C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38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6"/>
        <w:gridCol w:w="709"/>
        <w:gridCol w:w="1811"/>
        <w:gridCol w:w="1255"/>
        <w:gridCol w:w="1800"/>
        <w:gridCol w:w="1789"/>
        <w:gridCol w:w="1559"/>
        <w:gridCol w:w="1985"/>
        <w:gridCol w:w="1701"/>
        <w:gridCol w:w="1246"/>
        <w:gridCol w:w="1061"/>
      </w:tblGrid>
      <w:tr w:rsidR="007A43D9" w:rsidRPr="005840BB" w:rsidTr="00276E8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Реестровый номер</w:t>
            </w:r>
          </w:p>
        </w:tc>
        <w:tc>
          <w:tcPr>
            <w:tcW w:w="181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Полное наименование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и организационно-правовая форма юридического лица</w:t>
            </w:r>
          </w:p>
        </w:tc>
        <w:tc>
          <w:tcPr>
            <w:tcW w:w="125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Адрес (местонахождение)</w:t>
            </w:r>
          </w:p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78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Размер уставного фонда (для МУП)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Балансовая стоимость основных средств (фондов) (для МУ и МУП)</w:t>
            </w:r>
          </w:p>
        </w:tc>
        <w:tc>
          <w:tcPr>
            <w:tcW w:w="1246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Остаточная стоимость основных средств (фондов) (для МУ и МУП)</w:t>
            </w:r>
          </w:p>
        </w:tc>
        <w:tc>
          <w:tcPr>
            <w:tcW w:w="106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Среднесписочная численность работников (для МУ и МУП)</w:t>
            </w:r>
          </w:p>
        </w:tc>
      </w:tr>
      <w:tr w:rsidR="007A43D9" w:rsidRPr="005840BB" w:rsidTr="00276E8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1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5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89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1" w:type="dxa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7A43D9" w:rsidRPr="005840BB" w:rsidTr="00276E83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3 – НП – МУП-001</w:t>
            </w:r>
          </w:p>
        </w:tc>
        <w:tc>
          <w:tcPr>
            <w:tcW w:w="181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Муниципальное унитарное предприятие «Жилищно-комунальное хозяйство»</w:t>
            </w:r>
          </w:p>
        </w:tc>
        <w:tc>
          <w:tcPr>
            <w:tcW w:w="125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636765, Томская область, Александровский район, с. Назино, ул. Советская 28б</w:t>
            </w:r>
          </w:p>
        </w:tc>
        <w:tc>
          <w:tcPr>
            <w:tcW w:w="1800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1067022006512 от 10.04.2006, 70 № 001243016</w:t>
            </w:r>
          </w:p>
        </w:tc>
        <w:tc>
          <w:tcPr>
            <w:tcW w:w="178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sz w:val="18"/>
                <w:szCs w:val="18"/>
              </w:rPr>
              <w:t>Свидетельство о о постановке на учёт российской организации в налоговом органе по месту её нахождения   от 10.04.2006, 70 № 0021801</w:t>
            </w:r>
          </w:p>
        </w:tc>
        <w:tc>
          <w:tcPr>
            <w:tcW w:w="1559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1018245,72</w:t>
            </w:r>
          </w:p>
        </w:tc>
        <w:tc>
          <w:tcPr>
            <w:tcW w:w="1985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100 %</w:t>
            </w:r>
          </w:p>
        </w:tc>
        <w:tc>
          <w:tcPr>
            <w:tcW w:w="170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30912613,7</w:t>
            </w:r>
          </w:p>
        </w:tc>
        <w:tc>
          <w:tcPr>
            <w:tcW w:w="1246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1130652,00</w:t>
            </w:r>
          </w:p>
        </w:tc>
        <w:tc>
          <w:tcPr>
            <w:tcW w:w="1061" w:type="dxa"/>
            <w:vAlign w:val="center"/>
          </w:tcPr>
          <w:p w:rsidR="007A43D9" w:rsidRPr="00AD10C2" w:rsidRDefault="007A43D9" w:rsidP="00AD10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0C2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</w:tr>
    </w:tbl>
    <w:p w:rsidR="007A43D9" w:rsidRPr="00AD10C2" w:rsidRDefault="007A43D9" w:rsidP="00AD1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7A43D9" w:rsidRPr="00AD10C2" w:rsidSect="00276E83">
          <w:pgSz w:w="16838" w:h="11906" w:orient="landscape"/>
          <w:pgMar w:top="567" w:right="1134" w:bottom="1701" w:left="1134" w:header="720" w:footer="720" w:gutter="0"/>
          <w:cols w:space="720"/>
          <w:docGrid w:linePitch="326"/>
        </w:sectPr>
      </w:pPr>
    </w:p>
    <w:p w:rsidR="007A43D9" w:rsidRPr="00AD10C2" w:rsidRDefault="007A43D9" w:rsidP="00186EB6">
      <w:pPr>
        <w:rPr>
          <w:rFonts w:ascii="Times New Roman" w:hAnsi="Times New Roman"/>
          <w:sz w:val="24"/>
          <w:szCs w:val="24"/>
          <w:lang w:eastAsia="ru-RU"/>
        </w:rPr>
      </w:pPr>
    </w:p>
    <w:sectPr w:rsidR="007A43D9" w:rsidRPr="00AD10C2" w:rsidSect="00276E83">
      <w:pgSz w:w="16838" w:h="11906" w:orient="landscape"/>
      <w:pgMar w:top="567" w:right="1134" w:bottom="1701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3D9" w:rsidRDefault="007A43D9" w:rsidP="00AD10C2">
      <w:pPr>
        <w:spacing w:after="0" w:line="240" w:lineRule="auto"/>
      </w:pPr>
      <w:r>
        <w:separator/>
      </w:r>
    </w:p>
  </w:endnote>
  <w:endnote w:type="continuationSeparator" w:id="0">
    <w:p w:rsidR="007A43D9" w:rsidRDefault="007A43D9" w:rsidP="00AD10C2">
      <w:pPr>
        <w:spacing w:after="0" w:line="240" w:lineRule="auto"/>
      </w:pPr>
      <w:r>
        <w:continuationSeparator/>
      </w:r>
    </w:p>
  </w:endnote>
  <w:endnote w:id="1">
    <w:p w:rsidR="007A43D9" w:rsidRDefault="007A43D9" w:rsidP="00AD10C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3D9" w:rsidRDefault="007A43D9" w:rsidP="00AD10C2">
      <w:pPr>
        <w:spacing w:after="0" w:line="240" w:lineRule="auto"/>
      </w:pPr>
      <w:r>
        <w:separator/>
      </w:r>
    </w:p>
  </w:footnote>
  <w:footnote w:type="continuationSeparator" w:id="0">
    <w:p w:rsidR="007A43D9" w:rsidRDefault="007A43D9" w:rsidP="00AD1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2369A"/>
    <w:multiLevelType w:val="hybridMultilevel"/>
    <w:tmpl w:val="797024C8"/>
    <w:lvl w:ilvl="0" w:tplc="E4762D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FA9761F"/>
    <w:multiLevelType w:val="hybridMultilevel"/>
    <w:tmpl w:val="8B025D88"/>
    <w:lvl w:ilvl="0" w:tplc="64F8E8B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AFFE2D20">
      <w:start w:val="2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52C3"/>
    <w:rsid w:val="00060CBB"/>
    <w:rsid w:val="00067683"/>
    <w:rsid w:val="000F41E9"/>
    <w:rsid w:val="00102A01"/>
    <w:rsid w:val="00123E45"/>
    <w:rsid w:val="001461F9"/>
    <w:rsid w:val="001618AE"/>
    <w:rsid w:val="001826F1"/>
    <w:rsid w:val="00186EB6"/>
    <w:rsid w:val="00195BA4"/>
    <w:rsid w:val="001A7539"/>
    <w:rsid w:val="001F70AE"/>
    <w:rsid w:val="00224242"/>
    <w:rsid w:val="00234501"/>
    <w:rsid w:val="00276E83"/>
    <w:rsid w:val="00331114"/>
    <w:rsid w:val="00342592"/>
    <w:rsid w:val="00376A9E"/>
    <w:rsid w:val="00395498"/>
    <w:rsid w:val="003A0516"/>
    <w:rsid w:val="003E111C"/>
    <w:rsid w:val="0040291D"/>
    <w:rsid w:val="004235B4"/>
    <w:rsid w:val="005047CB"/>
    <w:rsid w:val="00516641"/>
    <w:rsid w:val="005318A7"/>
    <w:rsid w:val="005840BB"/>
    <w:rsid w:val="005C77FA"/>
    <w:rsid w:val="00650C81"/>
    <w:rsid w:val="00672172"/>
    <w:rsid w:val="006A301F"/>
    <w:rsid w:val="006B51C7"/>
    <w:rsid w:val="006C069E"/>
    <w:rsid w:val="006C3D2D"/>
    <w:rsid w:val="006D708F"/>
    <w:rsid w:val="00707D26"/>
    <w:rsid w:val="007233C6"/>
    <w:rsid w:val="007450D8"/>
    <w:rsid w:val="0074590B"/>
    <w:rsid w:val="00762D13"/>
    <w:rsid w:val="00781FCB"/>
    <w:rsid w:val="00782026"/>
    <w:rsid w:val="007A43D9"/>
    <w:rsid w:val="007E7027"/>
    <w:rsid w:val="0082562E"/>
    <w:rsid w:val="00846360"/>
    <w:rsid w:val="00874963"/>
    <w:rsid w:val="008C0752"/>
    <w:rsid w:val="00901D2A"/>
    <w:rsid w:val="0092321A"/>
    <w:rsid w:val="0092649C"/>
    <w:rsid w:val="00936DF5"/>
    <w:rsid w:val="009520A4"/>
    <w:rsid w:val="00954EF7"/>
    <w:rsid w:val="00961D68"/>
    <w:rsid w:val="00971FEB"/>
    <w:rsid w:val="009C7411"/>
    <w:rsid w:val="009E6598"/>
    <w:rsid w:val="00A92D73"/>
    <w:rsid w:val="00AB516E"/>
    <w:rsid w:val="00AD10C2"/>
    <w:rsid w:val="00AF365D"/>
    <w:rsid w:val="00B52988"/>
    <w:rsid w:val="00B65810"/>
    <w:rsid w:val="00B83525"/>
    <w:rsid w:val="00BA2F68"/>
    <w:rsid w:val="00BA3693"/>
    <w:rsid w:val="00BF2147"/>
    <w:rsid w:val="00BF5213"/>
    <w:rsid w:val="00C219A9"/>
    <w:rsid w:val="00C25927"/>
    <w:rsid w:val="00C6163B"/>
    <w:rsid w:val="00CB482A"/>
    <w:rsid w:val="00CC046E"/>
    <w:rsid w:val="00CC17DF"/>
    <w:rsid w:val="00CC3703"/>
    <w:rsid w:val="00CE12DA"/>
    <w:rsid w:val="00D051C5"/>
    <w:rsid w:val="00D952C3"/>
    <w:rsid w:val="00DA1B28"/>
    <w:rsid w:val="00E1565D"/>
    <w:rsid w:val="00E844E2"/>
    <w:rsid w:val="00EE0935"/>
    <w:rsid w:val="00F3442A"/>
    <w:rsid w:val="00F834A5"/>
    <w:rsid w:val="00FC608D"/>
    <w:rsid w:val="00FF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59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10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D10C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D10C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10C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D10C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D10C2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AD10C2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AD10C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D10C2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AD10C2"/>
    <w:rPr>
      <w:rFonts w:cs="Times New Roman"/>
      <w:vertAlign w:val="superscript"/>
    </w:rPr>
  </w:style>
  <w:style w:type="paragraph" w:customStyle="1" w:styleId="a">
    <w:name w:val="Знак"/>
    <w:basedOn w:val="Normal"/>
    <w:uiPriority w:val="99"/>
    <w:rsid w:val="00AD10C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rsid w:val="00AD10C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10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413</TotalTime>
  <Pages>67</Pages>
  <Words>10194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2022-01-15T10:01:00Z</cp:lastPrinted>
  <dcterms:created xsi:type="dcterms:W3CDTF">2021-05-21T07:23:00Z</dcterms:created>
  <dcterms:modified xsi:type="dcterms:W3CDTF">2022-01-21T07:02:00Z</dcterms:modified>
</cp:coreProperties>
</file>